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9A4B7" w14:textId="572DE2D0" w:rsidR="007E1D19" w:rsidRPr="00783926" w:rsidRDefault="00BC1507" w:rsidP="00783926">
      <w:pPr>
        <w:pStyle w:val="Pealkiri"/>
      </w:pPr>
      <w:r>
        <w:t>TÖÖVÕTU</w:t>
      </w:r>
      <w:r w:rsidR="005A1CA9">
        <w:t>LEPING</w:t>
      </w:r>
      <w:r w:rsidR="0067560E">
        <w:t xml:space="preserve"> nr</w:t>
      </w:r>
      <w:r w:rsidR="007824F6">
        <w:t xml:space="preserve"> 1-18/2025/146</w:t>
      </w:r>
    </w:p>
    <w:p w14:paraId="0F128591" w14:textId="3C304348" w:rsidR="73FE985B" w:rsidRDefault="73FE985B" w:rsidP="73FE985B">
      <w:pPr>
        <w:pStyle w:val="Pealkiri"/>
      </w:pPr>
    </w:p>
    <w:p w14:paraId="4E20EF4D" w14:textId="77777777" w:rsidR="007E1D19" w:rsidRDefault="007E1D19" w:rsidP="007E1D19">
      <w:pPr>
        <w:pStyle w:val="Normaallaadveeb"/>
        <w:jc w:val="right"/>
        <w:rPr>
          <w:lang w:val="et-EE"/>
        </w:rPr>
      </w:pPr>
      <w:r w:rsidRPr="004C0095">
        <w:rPr>
          <w:rFonts w:eastAsia="Calibri"/>
          <w:szCs w:val="22"/>
          <w:lang w:val="fi-FI"/>
        </w:rPr>
        <w:t>(</w:t>
      </w:r>
      <w:proofErr w:type="spellStart"/>
      <w:r w:rsidRPr="004C0095">
        <w:rPr>
          <w:rFonts w:eastAsia="Calibri"/>
          <w:szCs w:val="22"/>
          <w:lang w:val="fi-FI"/>
        </w:rPr>
        <w:t>hiliseima</w:t>
      </w:r>
      <w:proofErr w:type="spellEnd"/>
      <w:r w:rsidRPr="004C0095">
        <w:rPr>
          <w:rFonts w:eastAsia="Calibri"/>
          <w:szCs w:val="22"/>
          <w:lang w:val="fi-FI"/>
        </w:rPr>
        <w:t xml:space="preserve"> </w:t>
      </w:r>
      <w:proofErr w:type="spellStart"/>
      <w:r w:rsidRPr="004C0095">
        <w:rPr>
          <w:rFonts w:eastAsia="Calibri"/>
          <w:szCs w:val="22"/>
          <w:lang w:val="fi-FI"/>
        </w:rPr>
        <w:t>digitaalallkirja</w:t>
      </w:r>
      <w:proofErr w:type="spellEnd"/>
      <w:r w:rsidRPr="004C0095">
        <w:rPr>
          <w:rFonts w:eastAsia="Calibri"/>
          <w:szCs w:val="22"/>
          <w:lang w:val="fi-FI"/>
        </w:rPr>
        <w:t xml:space="preserve"> </w:t>
      </w:r>
      <w:proofErr w:type="spellStart"/>
      <w:r w:rsidRPr="004C0095">
        <w:rPr>
          <w:rFonts w:eastAsia="Calibri"/>
          <w:szCs w:val="22"/>
          <w:lang w:val="fi-FI"/>
        </w:rPr>
        <w:t>kuupäev</w:t>
      </w:r>
      <w:proofErr w:type="spellEnd"/>
      <w:r w:rsidRPr="004C0095">
        <w:rPr>
          <w:rFonts w:eastAsia="Calibri"/>
          <w:szCs w:val="22"/>
          <w:lang w:val="fi-FI"/>
        </w:rPr>
        <w:t>)</w:t>
      </w:r>
    </w:p>
    <w:p w14:paraId="60892953" w14:textId="77777777" w:rsidR="00C70CB6" w:rsidRPr="007E1D19" w:rsidRDefault="00C70CB6" w:rsidP="007E1D19">
      <w:pPr>
        <w:jc w:val="right"/>
        <w:rPr>
          <w:spacing w:val="0"/>
          <w:sz w:val="22"/>
          <w:szCs w:val="22"/>
        </w:rPr>
      </w:pPr>
    </w:p>
    <w:p w14:paraId="09033284" w14:textId="22F217E4" w:rsidR="007E1D19" w:rsidRPr="007E1D19" w:rsidRDefault="00BC1507" w:rsidP="007E1D19">
      <w:pPr>
        <w:jc w:val="both"/>
        <w:rPr>
          <w:spacing w:val="0"/>
        </w:rPr>
      </w:pPr>
      <w:r w:rsidRPr="00D83896">
        <w:rPr>
          <w:bCs/>
          <w:spacing w:val="0"/>
        </w:rPr>
        <w:t>Riigimetsa Majandamise Keskus</w:t>
      </w:r>
      <w:r w:rsidRPr="00D83896">
        <w:rPr>
          <w:spacing w:val="0"/>
        </w:rPr>
        <w:t xml:space="preserve">, </w:t>
      </w:r>
      <w:r w:rsidR="007E1D19" w:rsidRPr="00D83896">
        <w:rPr>
          <w:bCs/>
          <w:spacing w:val="0"/>
        </w:rPr>
        <w:t>edaspidi</w:t>
      </w:r>
      <w:r w:rsidR="007E1D19" w:rsidRPr="007E1D19">
        <w:rPr>
          <w:bCs/>
          <w:spacing w:val="0"/>
        </w:rPr>
        <w:t xml:space="preserve"> </w:t>
      </w:r>
      <w:r w:rsidR="007E1D19" w:rsidRPr="007E1D19">
        <w:rPr>
          <w:b/>
          <w:bCs/>
          <w:spacing w:val="0"/>
        </w:rPr>
        <w:t>tellija</w:t>
      </w:r>
      <w:r w:rsidR="007E1D19" w:rsidRPr="007E1D19">
        <w:rPr>
          <w:spacing w:val="0"/>
        </w:rPr>
        <w:t xml:space="preserve">, keda esindab </w:t>
      </w:r>
      <w:sdt>
        <w:sdtPr>
          <w:rPr>
            <w:spacing w:val="0"/>
          </w:rPr>
          <w:tag w:val="Riigimetsa Majandamise Keskuse "/>
          <w:id w:val="-1598098674"/>
          <w:placeholder>
            <w:docPart w:val="4061951334A2420692ADB786E7A68A50"/>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BA4404">
            <w:rPr>
              <w:spacing w:val="0"/>
            </w:rPr>
            <w:t>juhatuse liikme</w:t>
          </w:r>
        </w:sdtContent>
      </w:sdt>
      <w:r w:rsidR="007E1D19" w:rsidRPr="007E1D19">
        <w:rPr>
          <w:spacing w:val="0"/>
        </w:rPr>
        <w:t xml:space="preserve"> </w:t>
      </w:r>
      <w:sdt>
        <w:sdtPr>
          <w:rPr>
            <w:spacing w:val="0"/>
          </w:rPr>
          <w:alias w:val="Vali kuupäev"/>
          <w:tag w:val="Vali kuupäev"/>
          <w:id w:val="-171967024"/>
          <w:placeholder>
            <w:docPart w:val="365716ABF487468B9386DBB9AD601BDF"/>
          </w:placeholder>
          <w:date w:fullDate="2024-01-16T00:00:00Z">
            <w:dateFormat w:val="d.MM.yyyy"/>
            <w:lid w:val="et-EE"/>
            <w:storeMappedDataAs w:val="dateTime"/>
            <w:calendar w:val="gregorian"/>
          </w:date>
        </w:sdtPr>
        <w:sdtEndPr/>
        <w:sdtContent>
          <w:r w:rsidR="00BA4404">
            <w:rPr>
              <w:spacing w:val="0"/>
            </w:rPr>
            <w:t>16.01.2024</w:t>
          </w:r>
        </w:sdtContent>
      </w:sdt>
      <w:r w:rsidR="007E1D19" w:rsidRPr="007E1D19">
        <w:rPr>
          <w:spacing w:val="0"/>
        </w:rPr>
        <w:t xml:space="preserve"> </w:t>
      </w:r>
      <w:sdt>
        <w:sdtPr>
          <w:rPr>
            <w:spacing w:val="0"/>
          </w:rPr>
          <w:id w:val="-775716232"/>
          <w:placeholder>
            <w:docPart w:val="4061951334A2420692ADB786E7A68A50"/>
          </w:placeholder>
          <w:comboBox>
            <w:listItem w:displayText="otsuse" w:value="otsuse"/>
            <w:listItem w:displayText="käskkirja" w:value="käskkirja"/>
            <w:listItem w:displayText="volikirja" w:value="volikirja"/>
            <w:listItem w:displayText="määruse" w:value="määruse"/>
          </w:comboBox>
        </w:sdtPr>
        <w:sdtEndPr/>
        <w:sdtContent>
          <w:r w:rsidR="00BA4404">
            <w:rPr>
              <w:spacing w:val="0"/>
            </w:rPr>
            <w:t>käskkirja</w:t>
          </w:r>
        </w:sdtContent>
      </w:sdt>
      <w:r w:rsidR="007E1D19" w:rsidRPr="007E1D19">
        <w:rPr>
          <w:spacing w:val="0"/>
        </w:rPr>
        <w:t xml:space="preserve"> nr </w:t>
      </w:r>
      <w:r w:rsidR="00BA4404">
        <w:rPr>
          <w:spacing w:val="0"/>
        </w:rPr>
        <w:t xml:space="preserve">1-5/7 </w:t>
      </w:r>
      <w:r w:rsidR="007E1D19" w:rsidRPr="007E1D19">
        <w:rPr>
          <w:spacing w:val="0"/>
        </w:rPr>
        <w:t xml:space="preserve">alusel </w:t>
      </w:r>
      <w:r w:rsidR="00BA4404">
        <w:rPr>
          <w:spacing w:val="0"/>
        </w:rPr>
        <w:t>külastusala juht</w:t>
      </w:r>
      <w:r w:rsidR="007E1D19" w:rsidRPr="007E1D19">
        <w:rPr>
          <w:rFonts w:eastAsia="Calibri"/>
        </w:rPr>
        <w:t xml:space="preserve"> </w:t>
      </w:r>
      <w:r w:rsidR="00156D8C">
        <w:rPr>
          <w:spacing w:val="0"/>
        </w:rPr>
        <w:t>Üllar Soonik</w:t>
      </w:r>
      <w:r w:rsidR="007E1D19" w:rsidRPr="007E1D19">
        <w:rPr>
          <w:spacing w:val="0"/>
        </w:rPr>
        <w:t>, ühelt poolt,</w:t>
      </w:r>
    </w:p>
    <w:p w14:paraId="5AB5B1DE" w14:textId="77777777" w:rsidR="00ED00A7" w:rsidRDefault="00ED00A7">
      <w:pPr>
        <w:jc w:val="both"/>
        <w:rPr>
          <w:spacing w:val="0"/>
        </w:rPr>
      </w:pPr>
    </w:p>
    <w:p w14:paraId="0775692B" w14:textId="1C826B2C" w:rsidR="00C70CB6" w:rsidRPr="00156D8C" w:rsidRDefault="007E1D19">
      <w:pPr>
        <w:jc w:val="both"/>
        <w:rPr>
          <w:b/>
          <w:bCs/>
        </w:rPr>
      </w:pPr>
      <w:r>
        <w:rPr>
          <w:spacing w:val="0"/>
        </w:rPr>
        <w:t xml:space="preserve">ja </w:t>
      </w:r>
      <w:r w:rsidR="00156D8C" w:rsidRPr="00156D8C">
        <w:rPr>
          <w:b/>
          <w:bCs/>
        </w:rPr>
        <w:t xml:space="preserve">Aktsiaselts </w:t>
      </w:r>
      <w:proofErr w:type="spellStart"/>
      <w:r w:rsidR="00156D8C" w:rsidRPr="00156D8C">
        <w:rPr>
          <w:b/>
          <w:bCs/>
        </w:rPr>
        <w:t>Level</w:t>
      </w:r>
      <w:proofErr w:type="spellEnd"/>
      <w:r w:rsidR="00156D8C">
        <w:rPr>
          <w:b/>
          <w:bCs/>
        </w:rPr>
        <w:t xml:space="preserve"> </w:t>
      </w:r>
      <w:r w:rsidRPr="004902FD">
        <w:rPr>
          <w:bCs/>
          <w:spacing w:val="0"/>
        </w:rPr>
        <w:t xml:space="preserve">edaspidi </w:t>
      </w:r>
      <w:r>
        <w:rPr>
          <w:b/>
          <w:bCs/>
          <w:spacing w:val="0"/>
        </w:rPr>
        <w:t>töövõtja</w:t>
      </w:r>
      <w:r>
        <w:rPr>
          <w:bCs/>
          <w:spacing w:val="0"/>
        </w:rPr>
        <w:t xml:space="preserve">, </w:t>
      </w:r>
      <w:r w:rsidRPr="005A1CA9">
        <w:rPr>
          <w:iCs/>
          <w:spacing w:val="0"/>
        </w:rPr>
        <w:t xml:space="preserve">keda esindab </w:t>
      </w:r>
      <w:sdt>
        <w:sdtPr>
          <w:rPr>
            <w:spacing w:val="0"/>
          </w:rPr>
          <w:tag w:val="Riigimetsa Majandamise Keskuse "/>
          <w:id w:val="219788717"/>
          <w:placeholder>
            <w:docPart w:val="9D4F1DEBE59A4698BE831BC027DD1100"/>
          </w:placeholder>
          <w:comboBox>
            <w:listItem w:displayText="põhikirja" w:value="põhikirja"/>
            <w:listItem w:displayText="volikirja" w:value="volikirja"/>
          </w:comboBox>
        </w:sdtPr>
        <w:sdtEndPr/>
        <w:sdtContent>
          <w:r w:rsidR="00156D8C">
            <w:rPr>
              <w:spacing w:val="0"/>
            </w:rPr>
            <w:t>põhikirja</w:t>
          </w:r>
        </w:sdtContent>
      </w:sdt>
      <w:r w:rsidRPr="005A1CA9">
        <w:rPr>
          <w:iCs/>
          <w:spacing w:val="0"/>
        </w:rPr>
        <w:t xml:space="preserve"> alusel </w:t>
      </w:r>
      <w:r w:rsidR="00156D8C">
        <w:rPr>
          <w:spacing w:val="0"/>
        </w:rPr>
        <w:t>juhataja</w:t>
      </w:r>
      <w:r w:rsidR="00380D5F">
        <w:rPr>
          <w:rFonts w:eastAsia="Calibri"/>
        </w:rPr>
        <w:t xml:space="preserve"> </w:t>
      </w:r>
      <w:r w:rsidR="00156D8C">
        <w:rPr>
          <w:rFonts w:eastAsia="Calibri"/>
        </w:rPr>
        <w:t xml:space="preserve">Toomas Matt </w:t>
      </w:r>
      <w:r w:rsidRPr="00343EA3">
        <w:rPr>
          <w:iCs/>
          <w:spacing w:val="0"/>
        </w:rPr>
        <w:t>teiselt poolt,</w:t>
      </w:r>
    </w:p>
    <w:p w14:paraId="453B46C1" w14:textId="77777777" w:rsidR="007E1D19" w:rsidRPr="008C4BE6" w:rsidRDefault="007E1D19">
      <w:pPr>
        <w:jc w:val="both"/>
        <w:rPr>
          <w:spacing w:val="0"/>
        </w:rPr>
      </w:pPr>
    </w:p>
    <w:p w14:paraId="0E164650" w14:textId="77777777" w:rsidR="00BC1507" w:rsidRPr="008C4BE6" w:rsidRDefault="00BC1507">
      <w:pPr>
        <w:jc w:val="both"/>
        <w:rPr>
          <w:spacing w:val="0"/>
        </w:rPr>
      </w:pPr>
      <w:r w:rsidRPr="008C4BE6">
        <w:rPr>
          <w:spacing w:val="0"/>
        </w:rPr>
        <w:t xml:space="preserve">keda nimetatakse edaspidi </w:t>
      </w:r>
      <w:r w:rsidR="00ED00A7">
        <w:rPr>
          <w:b/>
          <w:spacing w:val="0"/>
        </w:rPr>
        <w:t>p</w:t>
      </w:r>
      <w:r w:rsidRPr="008C4BE6">
        <w:rPr>
          <w:b/>
          <w:spacing w:val="0"/>
        </w:rPr>
        <w:t xml:space="preserve">ool </w:t>
      </w:r>
      <w:r w:rsidRPr="008C4BE6">
        <w:rPr>
          <w:spacing w:val="0"/>
        </w:rPr>
        <w:t xml:space="preserve">või </w:t>
      </w:r>
      <w:r w:rsidR="00A728B9">
        <w:rPr>
          <w:spacing w:val="0"/>
        </w:rPr>
        <w:t>ühiselt</w:t>
      </w:r>
      <w:r w:rsidRPr="008C4BE6">
        <w:rPr>
          <w:spacing w:val="0"/>
        </w:rPr>
        <w:t xml:space="preserve"> </w:t>
      </w:r>
      <w:r w:rsidR="00ED00A7">
        <w:rPr>
          <w:b/>
          <w:spacing w:val="0"/>
        </w:rPr>
        <w:t>p</w:t>
      </w:r>
      <w:r w:rsidRPr="008C4BE6">
        <w:rPr>
          <w:b/>
          <w:spacing w:val="0"/>
        </w:rPr>
        <w:t>ooled</w:t>
      </w:r>
      <w:r w:rsidRPr="008C4BE6">
        <w:rPr>
          <w:spacing w:val="0"/>
        </w:rPr>
        <w:t>,</w:t>
      </w:r>
    </w:p>
    <w:p w14:paraId="079429A2" w14:textId="77777777" w:rsidR="00C70CB6" w:rsidRPr="008C4BE6" w:rsidRDefault="00C70CB6">
      <w:pPr>
        <w:jc w:val="both"/>
        <w:rPr>
          <w:spacing w:val="0"/>
        </w:rPr>
      </w:pPr>
    </w:p>
    <w:p w14:paraId="5A0DD2AA" w14:textId="483468DD" w:rsidR="00F05163" w:rsidRPr="00BE19F7" w:rsidRDefault="00F05163" w:rsidP="00F05163">
      <w:pPr>
        <w:jc w:val="both"/>
        <w:rPr>
          <w:spacing w:val="0"/>
        </w:rPr>
      </w:pPr>
      <w:r w:rsidRPr="00BE19F7">
        <w:rPr>
          <w:spacing w:val="0"/>
        </w:rPr>
        <w:t xml:space="preserve">sõlmisid lepingu, edaspidi </w:t>
      </w:r>
      <w:r w:rsidRPr="00BE19F7">
        <w:rPr>
          <w:b/>
          <w:spacing w:val="0"/>
        </w:rPr>
        <w:t>leping</w:t>
      </w:r>
      <w:r w:rsidRPr="00BE19F7">
        <w:rPr>
          <w:spacing w:val="0"/>
        </w:rPr>
        <w:t xml:space="preserve">, </w:t>
      </w:r>
      <w:sdt>
        <w:sdtPr>
          <w:rPr>
            <w:spacing w:val="0"/>
          </w:rPr>
          <w:tag w:val="Riigimetsa Majandamise Keskuse "/>
          <w:id w:val="399262433"/>
          <w:placeholder>
            <w:docPart w:val="831E9074EEC045738456864017BA8A42"/>
          </w:placeholder>
          <w:comboBox>
            <w:listItem w:displayText="hanke" w:value="hanke"/>
            <w:listItem w:displayText="riigihanke" w:value="riigihanke"/>
          </w:comboBox>
        </w:sdtPr>
        <w:sdtEndPr/>
        <w:sdtContent>
          <w:r w:rsidR="00156D8C">
            <w:rPr>
              <w:spacing w:val="0"/>
            </w:rPr>
            <w:t>hanke</w:t>
          </w:r>
        </w:sdtContent>
      </w:sdt>
      <w:r w:rsidRPr="00BE19F7">
        <w:rPr>
          <w:spacing w:val="0"/>
        </w:rPr>
        <w:t xml:space="preserve"> 1-47/</w:t>
      </w:r>
      <w:r w:rsidR="00156D8C">
        <w:rPr>
          <w:spacing w:val="0"/>
        </w:rPr>
        <w:t>3460</w:t>
      </w:r>
      <w:r w:rsidRPr="00BE19F7">
        <w:rPr>
          <w:spacing w:val="0"/>
        </w:rPr>
        <w:t xml:space="preserve"> „</w:t>
      </w:r>
      <w:r w:rsidR="00156D8C" w:rsidRPr="00156D8C">
        <w:rPr>
          <w:spacing w:val="0"/>
        </w:rPr>
        <w:t xml:space="preserve">L-E piirkonna, Saaremaa, </w:t>
      </w:r>
      <w:proofErr w:type="spellStart"/>
      <w:r w:rsidR="00156D8C" w:rsidRPr="00156D8C">
        <w:rPr>
          <w:spacing w:val="0"/>
        </w:rPr>
        <w:t>Kalasma</w:t>
      </w:r>
      <w:proofErr w:type="spellEnd"/>
      <w:r w:rsidR="00156D8C" w:rsidRPr="00156D8C">
        <w:rPr>
          <w:spacing w:val="0"/>
        </w:rPr>
        <w:t xml:space="preserve"> vaateplatvormi likvideerimise väikeost</w:t>
      </w:r>
      <w:r w:rsidRPr="00BE19F7">
        <w:rPr>
          <w:spacing w:val="0"/>
        </w:rPr>
        <w:t xml:space="preserve">“ (viitenumber </w:t>
      </w:r>
      <w:r w:rsidR="00156D8C" w:rsidRPr="00156D8C">
        <w:rPr>
          <w:spacing w:val="0"/>
        </w:rPr>
        <w:tab/>
        <w:t>866258</w:t>
      </w:r>
      <w:r w:rsidRPr="00BE19F7">
        <w:rPr>
          <w:spacing w:val="0"/>
        </w:rPr>
        <w:t>) tulemusena alljärgnevas:</w:t>
      </w:r>
    </w:p>
    <w:p w14:paraId="5F57A10B" w14:textId="77777777" w:rsidR="00BC1507" w:rsidRPr="00343EA3" w:rsidRDefault="00BC1507">
      <w:pPr>
        <w:jc w:val="both"/>
        <w:rPr>
          <w:b/>
          <w:spacing w:val="0"/>
        </w:rPr>
      </w:pPr>
    </w:p>
    <w:p w14:paraId="3FCA024E"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43C745F9" w14:textId="7F81C714" w:rsidR="00BC1507" w:rsidRPr="003617EA" w:rsidRDefault="005A1CA9" w:rsidP="003617EA">
      <w:pPr>
        <w:pStyle w:val="Pealkiri21"/>
        <w:rPr>
          <w:spacing w:val="0"/>
        </w:rPr>
      </w:pPr>
      <w:r w:rsidRPr="00343EA3">
        <w:t>Leping</w:t>
      </w:r>
      <w:r w:rsidR="00F93ACC" w:rsidRPr="00343EA3">
        <w:t xml:space="preserve">u objektiks on </w:t>
      </w:r>
      <w:r w:rsidR="00F93ACC" w:rsidRPr="00584A8E">
        <w:t>töövõtja poolt t</w:t>
      </w:r>
      <w:r w:rsidR="0063054E" w:rsidRPr="00584A8E">
        <w:t>ellijale</w:t>
      </w:r>
      <w:r w:rsidR="001D0E9D" w:rsidRPr="001D0E9D">
        <w:rPr>
          <w:rFonts w:ascii="Roboto-Regular" w:hAnsi="Roboto-Regular" w:cs="Roboto-Regular"/>
          <w:color w:val="34394C"/>
          <w:lang w:eastAsia="et-EE"/>
        </w:rPr>
        <w:t xml:space="preserve"> </w:t>
      </w:r>
      <w:r w:rsidR="00730F85" w:rsidRPr="003617EA">
        <w:t>vaate</w:t>
      </w:r>
      <w:r w:rsidR="003617EA">
        <w:t xml:space="preserve">torni, asukohaga </w:t>
      </w:r>
      <w:r w:rsidR="003617EA" w:rsidRPr="003617EA">
        <w:rPr>
          <w:spacing w:val="0"/>
        </w:rPr>
        <w:t xml:space="preserve">Saare maakond, Saaremaa vald, </w:t>
      </w:r>
      <w:proofErr w:type="spellStart"/>
      <w:r w:rsidR="003617EA" w:rsidRPr="003617EA">
        <w:rPr>
          <w:spacing w:val="0"/>
        </w:rPr>
        <w:t>Rahtla</w:t>
      </w:r>
      <w:proofErr w:type="spellEnd"/>
      <w:r w:rsidR="003617EA" w:rsidRPr="003617EA">
        <w:rPr>
          <w:spacing w:val="0"/>
        </w:rPr>
        <w:t xml:space="preserve"> küla,</w:t>
      </w:r>
      <w:r w:rsidR="003617EA">
        <w:rPr>
          <w:spacing w:val="0"/>
        </w:rPr>
        <w:t xml:space="preserve"> </w:t>
      </w:r>
      <w:r w:rsidR="003617EA" w:rsidRPr="003617EA">
        <w:rPr>
          <w:spacing w:val="0"/>
        </w:rPr>
        <w:t>Kihelkonna metskond 23</w:t>
      </w:r>
      <w:r w:rsidR="003617EA">
        <w:t xml:space="preserve"> </w:t>
      </w:r>
      <w:r w:rsidR="00730F85" w:rsidRPr="003617EA">
        <w:t xml:space="preserve">lammutus-, utiliseerimis- ja tööala heakorratööd </w:t>
      </w:r>
      <w:r w:rsidR="00F93ACC" w:rsidRPr="003617EA">
        <w:t>l</w:t>
      </w:r>
      <w:r w:rsidRPr="003617EA">
        <w:t>eping</w:t>
      </w:r>
      <w:r w:rsidR="00F93ACC" w:rsidRPr="003617EA">
        <w:t>uga kok</w:t>
      </w:r>
      <w:r w:rsidR="008A2C3F" w:rsidRPr="003617EA">
        <w:t>kulepitud tingimustel ja korras</w:t>
      </w:r>
      <w:r w:rsidR="004F007F" w:rsidRPr="003617EA">
        <w:t xml:space="preserve">, </w:t>
      </w:r>
      <w:r w:rsidR="00BC1507" w:rsidRPr="003617EA">
        <w:t xml:space="preserve">edaspidi </w:t>
      </w:r>
      <w:r w:rsidR="00F93ACC" w:rsidRPr="003617EA">
        <w:rPr>
          <w:b/>
        </w:rPr>
        <w:t>t</w:t>
      </w:r>
      <w:r w:rsidR="00BC1507" w:rsidRPr="003617EA">
        <w:rPr>
          <w:b/>
        </w:rPr>
        <w:t>öö</w:t>
      </w:r>
      <w:r w:rsidR="00BC1507" w:rsidRPr="003617EA">
        <w:t>.</w:t>
      </w:r>
    </w:p>
    <w:p w14:paraId="7E700ED7" w14:textId="7D501722" w:rsidR="00BA4404" w:rsidRDefault="00BC1507" w:rsidP="00F37FB6">
      <w:pPr>
        <w:pStyle w:val="Pealkiri21"/>
        <w:rPr>
          <w:spacing w:val="0"/>
        </w:rPr>
      </w:pPr>
      <w:r w:rsidRPr="001E5BB6">
        <w:rPr>
          <w:spacing w:val="0"/>
        </w:rPr>
        <w:t>Töö peab v</w:t>
      </w:r>
      <w:r w:rsidR="007E1D19" w:rsidRPr="001E5BB6">
        <w:rPr>
          <w:spacing w:val="0"/>
        </w:rPr>
        <w:t>astama järgmistele tingimustele</w:t>
      </w:r>
      <w:r w:rsidR="00E63D30">
        <w:rPr>
          <w:spacing w:val="0"/>
        </w:rPr>
        <w:t>:</w:t>
      </w:r>
      <w:r w:rsidR="00730F85">
        <w:rPr>
          <w:spacing w:val="0"/>
        </w:rPr>
        <w:t xml:space="preserve"> Vaate</w:t>
      </w:r>
      <w:r w:rsidR="003617EA">
        <w:rPr>
          <w:spacing w:val="0"/>
        </w:rPr>
        <w:t>torn</w:t>
      </w:r>
      <w:r w:rsidR="00730F85">
        <w:rPr>
          <w:spacing w:val="0"/>
        </w:rPr>
        <w:t xml:space="preserve">i lammutamise </w:t>
      </w:r>
      <w:r w:rsidR="00730F85" w:rsidRPr="003617EA">
        <w:rPr>
          <w:spacing w:val="0"/>
        </w:rPr>
        <w:t>käigus ehitis likvideeritakse täielikult</w:t>
      </w:r>
      <w:r w:rsidR="00584A8E">
        <w:rPr>
          <w:spacing w:val="0"/>
        </w:rPr>
        <w:t>, utiliseeritakse</w:t>
      </w:r>
      <w:r w:rsidR="00BA4404">
        <w:rPr>
          <w:spacing w:val="0"/>
        </w:rPr>
        <w:t xml:space="preserve"> ja tööala korrastatakse</w:t>
      </w:r>
      <w:r w:rsidR="00730F85" w:rsidRPr="003617EA">
        <w:rPr>
          <w:spacing w:val="0"/>
        </w:rPr>
        <w:t>.</w:t>
      </w:r>
      <w:r w:rsidR="00BA4404">
        <w:rPr>
          <w:spacing w:val="0"/>
        </w:rPr>
        <w:t xml:space="preserve"> </w:t>
      </w:r>
    </w:p>
    <w:p w14:paraId="4ED440EA" w14:textId="2DA680F3" w:rsidR="00BC1507" w:rsidRPr="001D0E9D" w:rsidRDefault="00BA4404" w:rsidP="00BA4404">
      <w:pPr>
        <w:pStyle w:val="Pealkiri21"/>
        <w:numPr>
          <w:ilvl w:val="0"/>
          <w:numId w:val="0"/>
        </w:numPr>
        <w:ind w:left="576"/>
        <w:rPr>
          <w:spacing w:val="0"/>
        </w:rPr>
      </w:pPr>
      <w:r>
        <w:rPr>
          <w:spacing w:val="0"/>
        </w:rPr>
        <w:t xml:space="preserve">Sobilik periood tööde teostuseks on peale aktiivset külastushooaega </w:t>
      </w:r>
      <w:r w:rsidRPr="00BA4404">
        <w:rPr>
          <w:spacing w:val="0"/>
        </w:rPr>
        <w:t xml:space="preserve"> septembr</w:t>
      </w:r>
      <w:r>
        <w:rPr>
          <w:spacing w:val="0"/>
        </w:rPr>
        <w:t>ist</w:t>
      </w:r>
      <w:r w:rsidRPr="00BA4404">
        <w:rPr>
          <w:spacing w:val="0"/>
        </w:rPr>
        <w:t xml:space="preserve"> </w:t>
      </w:r>
      <w:r>
        <w:rPr>
          <w:spacing w:val="0"/>
        </w:rPr>
        <w:t>–</w:t>
      </w:r>
      <w:r w:rsidRPr="00BA4404">
        <w:rPr>
          <w:spacing w:val="0"/>
        </w:rPr>
        <w:t xml:space="preserve"> detsembr</w:t>
      </w:r>
      <w:r>
        <w:rPr>
          <w:spacing w:val="0"/>
        </w:rPr>
        <w:t>ini.</w:t>
      </w:r>
    </w:p>
    <w:p w14:paraId="0F9B5E26" w14:textId="75A26E87" w:rsidR="001D0E9D" w:rsidRDefault="001D0E9D" w:rsidP="001D0E9D">
      <w:pPr>
        <w:pStyle w:val="Pealkiri21"/>
        <w:rPr>
          <w:spacing w:val="0"/>
        </w:rPr>
      </w:pPr>
      <w:r w:rsidRPr="001D0E9D">
        <w:rPr>
          <w:spacing w:val="0"/>
        </w:rPr>
        <w:t>Jäätmekäitluse korraldamisel ja ehitusjäätmete käitlemisel lähtuda</w:t>
      </w:r>
      <w:r>
        <w:rPr>
          <w:spacing w:val="0"/>
        </w:rPr>
        <w:t xml:space="preserve"> </w:t>
      </w:r>
      <w:r w:rsidRPr="001D0E9D">
        <w:rPr>
          <w:spacing w:val="0"/>
        </w:rPr>
        <w:t>kehtivast Saaremaa valla jäätmehoolduseeskirjast. Ehitusobjektil tekkivad jäätmed tuleb sorteerida kohapeal liikide kaupa sõltumata jäätmete tekkekogusest</w:t>
      </w:r>
      <w:r>
        <w:rPr>
          <w:spacing w:val="0"/>
        </w:rPr>
        <w:t>.</w:t>
      </w:r>
    </w:p>
    <w:p w14:paraId="293C3667" w14:textId="77777777" w:rsidR="001D0E9D" w:rsidRPr="001D0E9D" w:rsidRDefault="001D0E9D" w:rsidP="001D0E9D">
      <w:pPr>
        <w:pStyle w:val="Pealkiri21"/>
        <w:rPr>
          <w:spacing w:val="0"/>
        </w:rPr>
      </w:pPr>
      <w:r w:rsidRPr="001D0E9D">
        <w:rPr>
          <w:spacing w:val="0"/>
        </w:rPr>
        <w:t>Taaskasutusväärtuseta liigiti kogutud jäätmed anda üle vastavat jäätmeluba omavale</w:t>
      </w:r>
    </w:p>
    <w:p w14:paraId="4E09C0CE" w14:textId="67367F7E" w:rsidR="001D0E9D" w:rsidRDefault="001D0E9D" w:rsidP="001D0E9D">
      <w:pPr>
        <w:pStyle w:val="Pealkiri21"/>
        <w:numPr>
          <w:ilvl w:val="0"/>
          <w:numId w:val="0"/>
        </w:numPr>
        <w:ind w:left="576"/>
        <w:rPr>
          <w:spacing w:val="0"/>
        </w:rPr>
      </w:pPr>
      <w:r w:rsidRPr="001D0E9D">
        <w:rPr>
          <w:spacing w:val="0"/>
        </w:rPr>
        <w:t>ettevõttele. Ehitusjäätmeid võib üle anda vedamiseks, kõrvaldamiseks või taaskasutamiseks</w:t>
      </w:r>
      <w:r>
        <w:rPr>
          <w:spacing w:val="0"/>
        </w:rPr>
        <w:t xml:space="preserve"> </w:t>
      </w:r>
      <w:r w:rsidRPr="001D0E9D">
        <w:rPr>
          <w:spacing w:val="0"/>
        </w:rPr>
        <w:t>ainult isikule, kellel on asjakohane jäätmeluba või kes on ehitusjäätmete käitlejana</w:t>
      </w:r>
      <w:r>
        <w:rPr>
          <w:spacing w:val="0"/>
        </w:rPr>
        <w:t xml:space="preserve"> </w:t>
      </w:r>
      <w:r w:rsidRPr="001D0E9D">
        <w:rPr>
          <w:spacing w:val="0"/>
        </w:rPr>
        <w:t>registreeritud.</w:t>
      </w:r>
    </w:p>
    <w:p w14:paraId="33CBA9C2" w14:textId="636F5FE7" w:rsidR="001D0E9D" w:rsidRPr="003617EA" w:rsidRDefault="001D0E9D" w:rsidP="003617EA">
      <w:pPr>
        <w:pStyle w:val="Pealkiri21"/>
        <w:rPr>
          <w:spacing w:val="0"/>
        </w:rPr>
      </w:pPr>
      <w:r w:rsidRPr="001D0E9D">
        <w:rPr>
          <w:spacing w:val="0"/>
        </w:rPr>
        <w:t>Lammutustööde alustamisel ja lõpetamisel tuleb kohalikule</w:t>
      </w:r>
      <w:r>
        <w:rPr>
          <w:spacing w:val="0"/>
        </w:rPr>
        <w:t xml:space="preserve"> </w:t>
      </w:r>
      <w:r w:rsidRPr="001D0E9D">
        <w:rPr>
          <w:spacing w:val="0"/>
        </w:rPr>
        <w:t>omavalitsusele esitada teatised, korraldada lammutusjäätmete nõuetekohane utiliseerimine</w:t>
      </w:r>
      <w:r w:rsidR="003617EA">
        <w:rPr>
          <w:spacing w:val="0"/>
        </w:rPr>
        <w:t xml:space="preserve">. </w:t>
      </w:r>
      <w:r w:rsidR="003617EA" w:rsidRPr="003617EA">
        <w:rPr>
          <w:spacing w:val="0"/>
        </w:rPr>
        <w:t xml:space="preserve">Jäätmete üleandmisel tuleb vormistada seda tõendav dokument. </w:t>
      </w:r>
      <w:r w:rsidR="003617EA">
        <w:rPr>
          <w:spacing w:val="0"/>
        </w:rPr>
        <w:t>K</w:t>
      </w:r>
      <w:r w:rsidRPr="003617EA">
        <w:rPr>
          <w:spacing w:val="0"/>
        </w:rPr>
        <w:t>ogu protsess</w:t>
      </w:r>
      <w:r w:rsidR="003617EA" w:rsidRPr="003617EA">
        <w:rPr>
          <w:spacing w:val="0"/>
        </w:rPr>
        <w:t xml:space="preserve"> lõpetada</w:t>
      </w:r>
      <w:r w:rsidR="003617EA">
        <w:rPr>
          <w:spacing w:val="0"/>
        </w:rPr>
        <w:t xml:space="preserve"> </w:t>
      </w:r>
      <w:r w:rsidRPr="003617EA">
        <w:rPr>
          <w:spacing w:val="0"/>
        </w:rPr>
        <w:t>jäätmeõiendi esitamisega.</w:t>
      </w:r>
    </w:p>
    <w:p w14:paraId="3FCB3A95" w14:textId="0B2A62E6" w:rsidR="00BC1507" w:rsidRPr="00343EA3" w:rsidRDefault="00F93ACC" w:rsidP="00F37FB6">
      <w:pPr>
        <w:pStyle w:val="Pealkiri21"/>
        <w:jc w:val="both"/>
        <w:rPr>
          <w:spacing w:val="0"/>
        </w:rPr>
      </w:pPr>
      <w:r w:rsidRPr="00343EA3">
        <w:rPr>
          <w:spacing w:val="0"/>
        </w:rPr>
        <w:t>Tellija on annab töövõtjale t</w:t>
      </w:r>
      <w:r w:rsidR="00BC1507" w:rsidRPr="00343EA3">
        <w:rPr>
          <w:spacing w:val="0"/>
        </w:rPr>
        <w:t>öö teostamisek</w:t>
      </w:r>
      <w:r w:rsidRPr="00343EA3">
        <w:rPr>
          <w:spacing w:val="0"/>
        </w:rPr>
        <w:t>s järgmist informatsiooni ja ma</w:t>
      </w:r>
      <w:r w:rsidR="00BC1507" w:rsidRPr="00343EA3">
        <w:rPr>
          <w:spacing w:val="0"/>
        </w:rPr>
        <w:t xml:space="preserve">terjalid: </w:t>
      </w:r>
      <w:r w:rsidR="003617EA" w:rsidRPr="003617EA">
        <w:rPr>
          <w:spacing w:val="0"/>
        </w:rPr>
        <w:t>Haldusakt (lubav) nr 2512996/06526</w:t>
      </w:r>
    </w:p>
    <w:p w14:paraId="72933D58" w14:textId="77777777" w:rsidR="00BC1507" w:rsidRPr="00343EA3" w:rsidRDefault="00BC1507" w:rsidP="00F37FB6">
      <w:pPr>
        <w:pStyle w:val="Pealkiri21"/>
        <w:jc w:val="both"/>
        <w:rPr>
          <w:spacing w:val="0"/>
        </w:rPr>
      </w:pPr>
      <w:r w:rsidRPr="00343EA3">
        <w:rPr>
          <w:spacing w:val="0"/>
        </w:rPr>
        <w:t xml:space="preserve">Tellijal </w:t>
      </w:r>
      <w:r w:rsidR="00F93ACC" w:rsidRPr="00343EA3">
        <w:rPr>
          <w:spacing w:val="0"/>
        </w:rPr>
        <w:t>on õigus jooksvalt kontrollida t</w:t>
      </w:r>
      <w:r w:rsidRPr="00343EA3">
        <w:rPr>
          <w:spacing w:val="0"/>
        </w:rPr>
        <w:t>öö tegemise käiku. Töövõtja on kohustatud kohe</w:t>
      </w:r>
      <w:r w:rsidR="00F93ACC" w:rsidRPr="00343EA3">
        <w:rPr>
          <w:spacing w:val="0"/>
        </w:rPr>
        <w:t>selt informeerima tellijat t</w:t>
      </w:r>
      <w:r w:rsidRPr="00343EA3">
        <w:rPr>
          <w:spacing w:val="0"/>
        </w:rPr>
        <w:t>öö tegemise käigus tekki</w:t>
      </w:r>
      <w:r w:rsidR="00F93ACC" w:rsidRPr="00343EA3">
        <w:rPr>
          <w:spacing w:val="0"/>
        </w:rPr>
        <w:t>nud probleemidest ning nõutama t</w:t>
      </w:r>
      <w:r w:rsidRPr="00343EA3">
        <w:rPr>
          <w:spacing w:val="0"/>
        </w:rPr>
        <w:t>ellija juhiseid ja informatsiooni.</w:t>
      </w:r>
    </w:p>
    <w:p w14:paraId="00136480" w14:textId="77777777" w:rsidR="00BC1507" w:rsidRPr="00380D5F" w:rsidRDefault="00BC1507" w:rsidP="00F37FB6">
      <w:pPr>
        <w:jc w:val="both"/>
        <w:rPr>
          <w:spacing w:val="0"/>
        </w:rPr>
      </w:pPr>
    </w:p>
    <w:p w14:paraId="03032439" w14:textId="77777777" w:rsidR="00BC1507" w:rsidRPr="00343EA3" w:rsidRDefault="00BC1507" w:rsidP="00F37FB6">
      <w:pPr>
        <w:pStyle w:val="Pealkiri11"/>
        <w:jc w:val="both"/>
        <w:rPr>
          <w:b/>
          <w:spacing w:val="0"/>
        </w:rPr>
      </w:pPr>
      <w:r w:rsidRPr="00343EA3">
        <w:rPr>
          <w:b/>
          <w:spacing w:val="0"/>
        </w:rPr>
        <w:t xml:space="preserve">Töö üleandmine ja vastuvõtmine </w:t>
      </w:r>
    </w:p>
    <w:p w14:paraId="2A914825" w14:textId="1259C930" w:rsidR="00F93ACC" w:rsidRPr="00343EA3" w:rsidRDefault="00F93ACC" w:rsidP="00F37FB6">
      <w:pPr>
        <w:pStyle w:val="Pealkiri21"/>
        <w:jc w:val="both"/>
        <w:rPr>
          <w:spacing w:val="0"/>
        </w:rPr>
      </w:pPr>
      <w:r w:rsidRPr="00343EA3">
        <w:rPr>
          <w:spacing w:val="0"/>
        </w:rPr>
        <w:t>Töövõtja annab tellijale valmis t</w:t>
      </w:r>
      <w:r w:rsidR="00BC1507" w:rsidRPr="00343EA3">
        <w:rPr>
          <w:spacing w:val="0"/>
        </w:rPr>
        <w:t xml:space="preserve">öö üle hiljemalt </w:t>
      </w:r>
      <w:sdt>
        <w:sdtPr>
          <w:rPr>
            <w:spacing w:val="0"/>
          </w:rPr>
          <w:id w:val="-1925716707"/>
          <w:placeholder>
            <w:docPart w:val="E880663FFBEF4B0D9BE6738FB207450E"/>
          </w:placeholder>
          <w:date w:fullDate="2025-12-15T00:00:00Z">
            <w:dateFormat w:val="d.MM.yyyy"/>
            <w:lid w:val="et-EE"/>
            <w:storeMappedDataAs w:val="dateTime"/>
            <w:calendar w:val="gregorian"/>
          </w:date>
        </w:sdtPr>
        <w:sdtEndPr/>
        <w:sdtContent>
          <w:r w:rsidR="00BA4404">
            <w:rPr>
              <w:spacing w:val="0"/>
            </w:rPr>
            <w:t>15.12.2025</w:t>
          </w:r>
        </w:sdtContent>
      </w:sdt>
    </w:p>
    <w:p w14:paraId="228985BC" w14:textId="77777777" w:rsidR="00BC1507" w:rsidRPr="00343EA3" w:rsidRDefault="00BC1507" w:rsidP="00F37FB6">
      <w:pPr>
        <w:pStyle w:val="Pealkiri21"/>
        <w:jc w:val="both"/>
        <w:rPr>
          <w:spacing w:val="0"/>
        </w:rPr>
      </w:pPr>
      <w:r w:rsidRPr="00343EA3">
        <w:rPr>
          <w:spacing w:val="0"/>
        </w:rPr>
        <w:t xml:space="preserve">Tellija on </w:t>
      </w:r>
      <w:r w:rsidR="00F93ACC" w:rsidRPr="00343EA3">
        <w:rPr>
          <w:spacing w:val="0"/>
        </w:rPr>
        <w:t>kohustatud t</w:t>
      </w:r>
      <w:r w:rsidRPr="00343EA3">
        <w:rPr>
          <w:spacing w:val="0"/>
        </w:rPr>
        <w:t>öö üleandmisel selle viivitamata üle vaatama.</w:t>
      </w:r>
    </w:p>
    <w:p w14:paraId="10DC39D8" w14:textId="77777777" w:rsidR="00BC1507" w:rsidRPr="00343EA3" w:rsidRDefault="00F93ACC" w:rsidP="00F37FB6">
      <w:pPr>
        <w:pStyle w:val="Pealkiri21"/>
        <w:jc w:val="both"/>
        <w:rPr>
          <w:spacing w:val="0"/>
        </w:rPr>
      </w:pPr>
      <w:r w:rsidRPr="00343EA3">
        <w:rPr>
          <w:spacing w:val="0"/>
        </w:rPr>
        <w:t>Töö vastuvõtmisel vormistavad pooled t</w:t>
      </w:r>
      <w:r w:rsidR="00BC1507" w:rsidRPr="00343EA3">
        <w:rPr>
          <w:spacing w:val="0"/>
        </w:rPr>
        <w:t xml:space="preserve">öö üleandmise-vastuvõtmise </w:t>
      </w:r>
      <w:r w:rsidRPr="00343EA3">
        <w:rPr>
          <w:spacing w:val="0"/>
        </w:rPr>
        <w:t>akti, millele kirju</w:t>
      </w:r>
      <w:r w:rsidRPr="00343EA3">
        <w:rPr>
          <w:spacing w:val="0"/>
        </w:rPr>
        <w:softHyphen/>
        <w:t>tavad alla p</w:t>
      </w:r>
      <w:r w:rsidR="00BC1507" w:rsidRPr="00343EA3">
        <w:rPr>
          <w:spacing w:val="0"/>
        </w:rPr>
        <w:t xml:space="preserve">oolte esindajad. </w:t>
      </w:r>
    </w:p>
    <w:p w14:paraId="6BA3BDF3" w14:textId="77777777" w:rsidR="00BC1507" w:rsidRPr="00343EA3" w:rsidRDefault="00F93ACC" w:rsidP="00F37FB6">
      <w:pPr>
        <w:pStyle w:val="Pealkiri21"/>
        <w:jc w:val="both"/>
        <w:rPr>
          <w:spacing w:val="0"/>
        </w:rPr>
      </w:pPr>
      <w:r w:rsidRPr="00343EA3">
        <w:rPr>
          <w:spacing w:val="0"/>
        </w:rPr>
        <w:t>Tellija esitab t</w:t>
      </w:r>
      <w:r w:rsidR="00BC1507" w:rsidRPr="00343EA3">
        <w:rPr>
          <w:spacing w:val="0"/>
        </w:rPr>
        <w:t>öövõtjale oma pretensioonid</w:t>
      </w:r>
      <w:r w:rsidR="00A728B9" w:rsidRPr="00343EA3">
        <w:rPr>
          <w:spacing w:val="0"/>
        </w:rPr>
        <w:t xml:space="preserve">, </w:t>
      </w:r>
      <w:r w:rsidR="00BC1507" w:rsidRPr="00343EA3">
        <w:rPr>
          <w:spacing w:val="0"/>
        </w:rPr>
        <w:t xml:space="preserve">edaspidi </w:t>
      </w:r>
      <w:r w:rsidRPr="00E63D30">
        <w:rPr>
          <w:b/>
          <w:spacing w:val="0"/>
        </w:rPr>
        <w:t>v</w:t>
      </w:r>
      <w:r w:rsidR="00BC1507" w:rsidRPr="00E63D30">
        <w:rPr>
          <w:b/>
          <w:spacing w:val="0"/>
        </w:rPr>
        <w:t>astuväited</w:t>
      </w:r>
      <w:r w:rsidR="00A728B9" w:rsidRPr="00343EA3">
        <w:rPr>
          <w:spacing w:val="0"/>
        </w:rPr>
        <w:t>,</w:t>
      </w:r>
      <w:r w:rsidRPr="00343EA3">
        <w:rPr>
          <w:spacing w:val="0"/>
        </w:rPr>
        <w:t xml:space="preserve"> seoses t</w:t>
      </w:r>
      <w:r w:rsidR="00BC1507" w:rsidRPr="00343EA3">
        <w:rPr>
          <w:spacing w:val="0"/>
        </w:rPr>
        <w:t xml:space="preserve">öö mittevastavusega </w:t>
      </w:r>
      <w:r w:rsidRPr="00343EA3">
        <w:rPr>
          <w:spacing w:val="0"/>
        </w:rPr>
        <w:t>l</w:t>
      </w:r>
      <w:r w:rsidR="005A1CA9" w:rsidRPr="00343EA3">
        <w:rPr>
          <w:spacing w:val="0"/>
        </w:rPr>
        <w:t>eping</w:t>
      </w:r>
      <w:r w:rsidR="00BC1507" w:rsidRPr="00343EA3">
        <w:rPr>
          <w:spacing w:val="0"/>
        </w:rPr>
        <w:t>ule 7 (sei</w:t>
      </w:r>
      <w:r w:rsidRPr="00343EA3">
        <w:rPr>
          <w:spacing w:val="0"/>
        </w:rPr>
        <w:t>tsme) tööpäeva jooksul arvates töö üleandmisest t</w:t>
      </w:r>
      <w:r w:rsidR="00BC1507" w:rsidRPr="00343EA3">
        <w:rPr>
          <w:spacing w:val="0"/>
        </w:rPr>
        <w:t xml:space="preserve">öövõtja poolt. </w:t>
      </w:r>
    </w:p>
    <w:p w14:paraId="03BB131C" w14:textId="77777777" w:rsidR="00BC1507" w:rsidRPr="00343EA3" w:rsidRDefault="00F93ACC" w:rsidP="00F37FB6">
      <w:pPr>
        <w:pStyle w:val="Pealkiri21"/>
        <w:jc w:val="both"/>
        <w:rPr>
          <w:spacing w:val="0"/>
        </w:rPr>
      </w:pPr>
      <w:r w:rsidRPr="00343EA3">
        <w:rPr>
          <w:spacing w:val="0"/>
        </w:rPr>
        <w:lastRenderedPageBreak/>
        <w:t>Töö loetakse t</w:t>
      </w:r>
      <w:r w:rsidR="00BC1507" w:rsidRPr="00343EA3">
        <w:rPr>
          <w:spacing w:val="0"/>
        </w:rPr>
        <w:t>e</w:t>
      </w:r>
      <w:r w:rsidRPr="00343EA3">
        <w:rPr>
          <w:spacing w:val="0"/>
        </w:rPr>
        <w:t>llija poolt vastu võetuks, kui tellija ei ole esitanud v</w:t>
      </w:r>
      <w:r w:rsidR="00BC1507" w:rsidRPr="00343EA3">
        <w:rPr>
          <w:spacing w:val="0"/>
        </w:rPr>
        <w:t>astuväiteid punktis 2.4 nimetatud tähtaja jooksul.</w:t>
      </w:r>
    </w:p>
    <w:p w14:paraId="3AD8C827" w14:textId="77777777" w:rsidR="00BC1507" w:rsidRPr="00343EA3" w:rsidRDefault="00F93ACC" w:rsidP="00F37FB6">
      <w:pPr>
        <w:pStyle w:val="Pealkiri21"/>
        <w:jc w:val="both"/>
        <w:rPr>
          <w:spacing w:val="0"/>
        </w:rPr>
      </w:pPr>
      <w:r w:rsidRPr="00343EA3">
        <w:rPr>
          <w:spacing w:val="0"/>
        </w:rPr>
        <w:t>Juhul, kui t</w:t>
      </w:r>
      <w:r w:rsidR="00BC1507" w:rsidRPr="00343EA3">
        <w:rPr>
          <w:spacing w:val="0"/>
        </w:rPr>
        <w:t xml:space="preserve">ellija </w:t>
      </w:r>
      <w:r w:rsidRPr="00343EA3">
        <w:rPr>
          <w:spacing w:val="0"/>
        </w:rPr>
        <w:t>esitab oma vastuväited, peab töövõtja tegema töös vastavad parandu</w:t>
      </w:r>
      <w:r w:rsidRPr="00343EA3">
        <w:rPr>
          <w:spacing w:val="0"/>
        </w:rPr>
        <w:softHyphen/>
        <w:t>sed t</w:t>
      </w:r>
      <w:r w:rsidR="00BC1507" w:rsidRPr="00343EA3">
        <w:rPr>
          <w:spacing w:val="0"/>
        </w:rPr>
        <w:t>ellija määratud tähtaja jo</w:t>
      </w:r>
      <w:r w:rsidRPr="00343EA3">
        <w:rPr>
          <w:spacing w:val="0"/>
        </w:rPr>
        <w:t>oksul. Sellisel juhul loetakse töö vastu võetuks, kui töövõtja on teinud töös parandused ja tellijal ei ole enam v</w:t>
      </w:r>
      <w:r w:rsidR="00BC1507" w:rsidRPr="00343EA3">
        <w:rPr>
          <w:spacing w:val="0"/>
        </w:rPr>
        <w:t xml:space="preserve">astuväiteid. </w:t>
      </w:r>
    </w:p>
    <w:p w14:paraId="298355BD" w14:textId="77777777" w:rsidR="00BC1507" w:rsidRPr="00343EA3" w:rsidRDefault="00F93ACC" w:rsidP="00F37FB6">
      <w:pPr>
        <w:pStyle w:val="Pealkiri21"/>
        <w:jc w:val="both"/>
        <w:rPr>
          <w:spacing w:val="0"/>
        </w:rPr>
      </w:pPr>
      <w:r w:rsidRPr="00343EA3">
        <w:rPr>
          <w:spacing w:val="0"/>
        </w:rPr>
        <w:t>Pärast töö vastuvõtmist t</w:t>
      </w:r>
      <w:r w:rsidR="00BC1507" w:rsidRPr="00343EA3">
        <w:rPr>
          <w:spacing w:val="0"/>
        </w:rPr>
        <w:t>e</w:t>
      </w:r>
      <w:r w:rsidRPr="00343EA3">
        <w:rPr>
          <w:spacing w:val="0"/>
        </w:rPr>
        <w:t>llija poolt on t</w:t>
      </w:r>
      <w:r w:rsidR="00BC1507" w:rsidRPr="00343EA3">
        <w:rPr>
          <w:spacing w:val="0"/>
        </w:rPr>
        <w:t xml:space="preserve">öövõtjal õigus </w:t>
      </w:r>
      <w:r w:rsidRPr="00343EA3">
        <w:rPr>
          <w:spacing w:val="0"/>
        </w:rPr>
        <w:t>l</w:t>
      </w:r>
      <w:r w:rsidR="005A1CA9" w:rsidRPr="00343EA3">
        <w:rPr>
          <w:spacing w:val="0"/>
        </w:rPr>
        <w:t>eping</w:t>
      </w:r>
      <w:r w:rsidR="00BC1507" w:rsidRPr="00343EA3">
        <w:rPr>
          <w:spacing w:val="0"/>
        </w:rPr>
        <w:t xml:space="preserve">uga kokkulepitud tasule. </w:t>
      </w:r>
    </w:p>
    <w:p w14:paraId="0B3A1EAE" w14:textId="77777777" w:rsidR="004F007F" w:rsidRPr="00380D5F" w:rsidRDefault="004F007F" w:rsidP="00F37FB6">
      <w:pPr>
        <w:jc w:val="both"/>
        <w:rPr>
          <w:spacing w:val="0"/>
        </w:rPr>
      </w:pPr>
    </w:p>
    <w:p w14:paraId="4FB7B215"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5537A44C" w14:textId="6B068445" w:rsidR="00BC1507" w:rsidRPr="00380D5F" w:rsidRDefault="00BC1507" w:rsidP="00F37FB6">
      <w:pPr>
        <w:pStyle w:val="Pealkiri21"/>
        <w:jc w:val="both"/>
        <w:rPr>
          <w:spacing w:val="0"/>
        </w:rPr>
      </w:pPr>
      <w:r w:rsidRPr="00380D5F">
        <w:rPr>
          <w:spacing w:val="0"/>
        </w:rPr>
        <w:t>Tell</w:t>
      </w:r>
      <w:r w:rsidR="00CA6104" w:rsidRPr="00380D5F">
        <w:rPr>
          <w:spacing w:val="0"/>
        </w:rPr>
        <w:t>ija maksab töövõtjale t</w:t>
      </w:r>
      <w:r w:rsidRPr="00380D5F">
        <w:rPr>
          <w:spacing w:val="0"/>
        </w:rPr>
        <w:t xml:space="preserve">öö teostamise eest tasu summas </w:t>
      </w:r>
      <w:r w:rsidR="00713ACA">
        <w:rPr>
          <w:spacing w:val="0"/>
        </w:rPr>
        <w:t>1920.-</w:t>
      </w:r>
      <w:r w:rsidR="00FB6CBB" w:rsidRPr="00343EA3">
        <w:rPr>
          <w:spacing w:val="0"/>
        </w:rPr>
        <w:t>(</w:t>
      </w:r>
      <w:r w:rsidR="00713ACA">
        <w:rPr>
          <w:spacing w:val="0"/>
        </w:rPr>
        <w:t xml:space="preserve">ükstuhat üheksasada kakskümmend) </w:t>
      </w:r>
      <w:r w:rsidR="004F007F" w:rsidRPr="00380D5F">
        <w:rPr>
          <w:spacing w:val="0"/>
        </w:rPr>
        <w:t>eurot, millele lisandub käibemaks.</w:t>
      </w:r>
      <w:r w:rsidR="006D0AD9" w:rsidRPr="00380D5F">
        <w:rPr>
          <w:spacing w:val="0"/>
        </w:rPr>
        <w:t xml:space="preserve"> </w:t>
      </w:r>
    </w:p>
    <w:p w14:paraId="52A6DB30" w14:textId="1E235908" w:rsidR="0051635F" w:rsidRDefault="00A3137D" w:rsidP="008639BE">
      <w:pPr>
        <w:pStyle w:val="Pealkiri21"/>
        <w:jc w:val="both"/>
        <w:rPr>
          <w:spacing w:val="0"/>
        </w:rPr>
      </w:pPr>
      <w:r w:rsidRPr="00F37FB6">
        <w:rPr>
          <w:spacing w:val="0"/>
        </w:rPr>
        <w:t>T</w:t>
      </w:r>
      <w:r w:rsidR="00CA6104" w:rsidRPr="00F37FB6">
        <w:rPr>
          <w:spacing w:val="0"/>
        </w:rPr>
        <w:t>ellija tasub tehtud tööde eest t</w:t>
      </w:r>
      <w:r w:rsidRPr="00F37FB6">
        <w:rPr>
          <w:spacing w:val="0"/>
        </w:rPr>
        <w:t xml:space="preserve">öövõtja poolt esitatud arve(te) alusel. </w:t>
      </w:r>
      <w:r w:rsidR="008639BE">
        <w:rPr>
          <w:spacing w:val="0"/>
        </w:rPr>
        <w:t xml:space="preserve">Töövõtja </w:t>
      </w:r>
      <w:r w:rsidR="008639BE" w:rsidRPr="008639BE">
        <w:rPr>
          <w:spacing w:val="0"/>
        </w:rPr>
        <w:t>esitab arve vaid elektrooniliselt. Arve esitamiseks tuleb kasutada elektrooniliste arvete esitamiseks mõeldud raamatupidamistarkvara või raamatupidamistarkvara E-</w:t>
      </w:r>
      <w:proofErr w:type="spellStart"/>
      <w:r w:rsidR="008639BE" w:rsidRPr="008639BE">
        <w:rPr>
          <w:spacing w:val="0"/>
        </w:rPr>
        <w:t>arveldaja</w:t>
      </w:r>
      <w:proofErr w:type="spellEnd"/>
      <w:r w:rsidR="008639BE" w:rsidRPr="008639BE">
        <w:rPr>
          <w:spacing w:val="0"/>
        </w:rPr>
        <w:t xml:space="preserve">, mis asub ettevõtjaportaalis </w:t>
      </w:r>
      <w:hyperlink r:id="rId7" w:history="1">
        <w:r w:rsidR="00713ACA" w:rsidRPr="002742DC">
          <w:rPr>
            <w:rStyle w:val="Hperlink"/>
            <w:spacing w:val="0"/>
          </w:rPr>
          <w:t>https://www.rik.ee/et/e-arveldaja</w:t>
        </w:r>
      </w:hyperlink>
      <w:r w:rsidR="00713ACA">
        <w:rPr>
          <w:spacing w:val="0"/>
        </w:rPr>
        <w:t xml:space="preserve"> </w:t>
      </w:r>
      <w:r w:rsidR="008639BE" w:rsidRPr="008639BE">
        <w:rPr>
          <w:spacing w:val="0"/>
        </w:rPr>
        <w:t>.</w:t>
      </w:r>
    </w:p>
    <w:p w14:paraId="6633A9A3" w14:textId="77777777" w:rsidR="00BC1507" w:rsidRPr="0051635F" w:rsidRDefault="00CA6104" w:rsidP="0051635F">
      <w:pPr>
        <w:pStyle w:val="Pealkiri21"/>
        <w:jc w:val="both"/>
        <w:rPr>
          <w:spacing w:val="0"/>
        </w:rPr>
      </w:pPr>
      <w:r w:rsidRPr="0051635F">
        <w:rPr>
          <w:spacing w:val="0"/>
        </w:rPr>
        <w:t>Arve esitamise aluseks on p</w:t>
      </w:r>
      <w:r w:rsidR="00A3137D" w:rsidRPr="0051635F">
        <w:rPr>
          <w:spacing w:val="0"/>
        </w:rPr>
        <w:t>oolte poolt allkirjastatud tööde vastuvõtmise akt.</w:t>
      </w:r>
    </w:p>
    <w:p w14:paraId="66FFACF3" w14:textId="77777777" w:rsidR="00A3137D" w:rsidRPr="00343EA3" w:rsidRDefault="00A3137D" w:rsidP="00F37FB6">
      <w:pPr>
        <w:jc w:val="both"/>
        <w:rPr>
          <w:spacing w:val="0"/>
        </w:rPr>
      </w:pPr>
    </w:p>
    <w:p w14:paraId="799AE534" w14:textId="77777777" w:rsidR="00BC1507" w:rsidRPr="00343EA3" w:rsidRDefault="00BC1507" w:rsidP="00F37FB6">
      <w:pPr>
        <w:pStyle w:val="Pealkiri11"/>
        <w:jc w:val="both"/>
        <w:rPr>
          <w:b/>
          <w:spacing w:val="0"/>
        </w:rPr>
      </w:pPr>
      <w:r w:rsidRPr="00343EA3">
        <w:rPr>
          <w:b/>
          <w:spacing w:val="0"/>
        </w:rPr>
        <w:t>Poolte vastutus</w:t>
      </w:r>
    </w:p>
    <w:p w14:paraId="4657F08E"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36B44A62" w14:textId="77777777" w:rsidR="00BC1507" w:rsidRPr="00343EA3" w:rsidRDefault="00CA6104" w:rsidP="00F37FB6">
      <w:pPr>
        <w:pStyle w:val="Pealkiri21"/>
        <w:jc w:val="both"/>
        <w:rPr>
          <w:spacing w:val="0"/>
        </w:rPr>
      </w:pPr>
      <w:r w:rsidRPr="00343EA3">
        <w:rPr>
          <w:spacing w:val="0"/>
        </w:rPr>
        <w:t>Juhul, kui töövõtja viivitab t</w:t>
      </w:r>
      <w:r w:rsidR="00BC1507" w:rsidRPr="00343EA3">
        <w:rPr>
          <w:spacing w:val="0"/>
        </w:rPr>
        <w:t>öö üleandmisega</w:t>
      </w:r>
      <w:r w:rsidRPr="00343EA3">
        <w:rPr>
          <w:spacing w:val="0"/>
        </w:rPr>
        <w:t xml:space="preserve"> üle kokkulepitud tähtaja,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3D96606D" w14:textId="77777777" w:rsidR="00BC1507" w:rsidRPr="00343EA3" w:rsidRDefault="00BC1507" w:rsidP="00F37FB6">
      <w:pPr>
        <w:pStyle w:val="Pealkiri21"/>
        <w:jc w:val="both"/>
        <w:rPr>
          <w:spacing w:val="0"/>
        </w:rPr>
      </w:pPr>
      <w:r w:rsidRPr="00343EA3">
        <w:rPr>
          <w:spacing w:val="0"/>
        </w:rPr>
        <w:t>Tellijal on õigus nõuda alapunktis 4.2 sätestatud leppetr</w:t>
      </w:r>
      <w:r w:rsidR="00CA6104" w:rsidRPr="00343EA3">
        <w:rPr>
          <w:spacing w:val="0"/>
        </w:rPr>
        <w:t>ahvi tasumist ka aja eest, mil töövõtja teeb töös parandusi tulenevalt tellija v</w:t>
      </w:r>
      <w:r w:rsidRPr="00343EA3">
        <w:rPr>
          <w:spacing w:val="0"/>
        </w:rPr>
        <w:t>astuväidetest.</w:t>
      </w:r>
    </w:p>
    <w:p w14:paraId="4CFE12BC"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4A2187AB"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035E8F01" w14:textId="77777777" w:rsidR="00185D39" w:rsidRPr="00343EA3" w:rsidRDefault="00185D39" w:rsidP="00F37FB6">
      <w:pPr>
        <w:jc w:val="both"/>
        <w:rPr>
          <w:b/>
          <w:spacing w:val="0"/>
        </w:rPr>
      </w:pPr>
    </w:p>
    <w:p w14:paraId="5DA0D1B5"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7D99FD5E" w14:textId="145C8F69" w:rsidR="004F007F" w:rsidRPr="00584A8E" w:rsidRDefault="00185D39" w:rsidP="00F37FB6">
      <w:pPr>
        <w:pStyle w:val="Pealkiri21"/>
        <w:jc w:val="both"/>
        <w:rPr>
          <w:spacing w:val="0"/>
        </w:rPr>
      </w:pPr>
      <w:r w:rsidRPr="00584A8E">
        <w:rPr>
          <w:spacing w:val="0"/>
        </w:rPr>
        <w:t xml:space="preserve">Tellija esindaja on RMK </w:t>
      </w:r>
      <w:r w:rsidR="00584A8E" w:rsidRPr="00584A8E">
        <w:rPr>
          <w:spacing w:val="0"/>
        </w:rPr>
        <w:t xml:space="preserve">külastusala juht, Üllar Soonik, </w:t>
      </w:r>
      <w:r w:rsidR="004F007F" w:rsidRPr="00584A8E">
        <w:rPr>
          <w:spacing w:val="0"/>
        </w:rPr>
        <w:t xml:space="preserve">tel </w:t>
      </w:r>
      <w:r w:rsidR="00584A8E" w:rsidRPr="00584A8E">
        <w:rPr>
          <w:spacing w:val="0"/>
        </w:rPr>
        <w:t xml:space="preserve">5158901, </w:t>
      </w:r>
      <w:r w:rsidR="004F007F" w:rsidRPr="00584A8E">
        <w:rPr>
          <w:spacing w:val="0"/>
        </w:rPr>
        <w:t xml:space="preserve">e-post </w:t>
      </w:r>
      <w:hyperlink r:id="rId8" w:history="1">
        <w:r w:rsidR="00584A8E" w:rsidRPr="00584A8E">
          <w:rPr>
            <w:rStyle w:val="Hperlink"/>
            <w:spacing w:val="0"/>
          </w:rPr>
          <w:t>Yllar.Soonik@rmk.ee</w:t>
        </w:r>
      </w:hyperlink>
      <w:r w:rsidR="00584A8E" w:rsidRPr="00584A8E">
        <w:rPr>
          <w:spacing w:val="0"/>
        </w:rPr>
        <w:t xml:space="preserve"> </w:t>
      </w:r>
    </w:p>
    <w:p w14:paraId="1799FF94" w14:textId="0836C117" w:rsidR="004F007F" w:rsidRDefault="004F007F" w:rsidP="00F37FB6">
      <w:pPr>
        <w:pStyle w:val="Pealkiri21"/>
        <w:jc w:val="both"/>
        <w:rPr>
          <w:spacing w:val="0"/>
        </w:rPr>
      </w:pPr>
      <w:r w:rsidRPr="00D629A7">
        <w:rPr>
          <w:spacing w:val="0"/>
        </w:rPr>
        <w:t>Töövõtja esindaja on</w:t>
      </w:r>
      <w:r w:rsidR="002A16C1">
        <w:rPr>
          <w:spacing w:val="0"/>
        </w:rPr>
        <w:t xml:space="preserve"> AS Level</w:t>
      </w:r>
      <w:r w:rsidR="008C752D" w:rsidRPr="00D629A7">
        <w:rPr>
          <w:spacing w:val="0"/>
        </w:rPr>
        <w:t xml:space="preserve"> </w:t>
      </w:r>
      <w:r w:rsidR="00D629A7" w:rsidRPr="00D629A7">
        <w:rPr>
          <w:spacing w:val="0"/>
        </w:rPr>
        <w:t>ob</w:t>
      </w:r>
      <w:r w:rsidR="008C752D" w:rsidRPr="00D629A7">
        <w:rPr>
          <w:spacing w:val="0"/>
        </w:rPr>
        <w:t xml:space="preserve">jektijuht </w:t>
      </w:r>
      <w:r w:rsidR="003D2E08" w:rsidRPr="00D629A7">
        <w:rPr>
          <w:spacing w:val="0"/>
        </w:rPr>
        <w:t>Kaupo Laanes</w:t>
      </w:r>
      <w:r w:rsidR="0022080A" w:rsidRPr="00D629A7">
        <w:rPr>
          <w:spacing w:val="0"/>
        </w:rPr>
        <w:t xml:space="preserve">, </w:t>
      </w:r>
      <w:r w:rsidRPr="00D629A7">
        <w:rPr>
          <w:spacing w:val="0"/>
        </w:rPr>
        <w:t>tel</w:t>
      </w:r>
      <w:r w:rsidR="2D8F6E6A" w:rsidRPr="00D629A7">
        <w:rPr>
          <w:spacing w:val="0"/>
        </w:rPr>
        <w:t>,</w:t>
      </w:r>
      <w:r w:rsidR="0022080A" w:rsidRPr="00D629A7">
        <w:rPr>
          <w:spacing w:val="0"/>
        </w:rPr>
        <w:t>+372</w:t>
      </w:r>
      <w:r w:rsidR="000050B6" w:rsidRPr="00D629A7">
        <w:rPr>
          <w:spacing w:val="0"/>
        </w:rPr>
        <w:t xml:space="preserve"> 508 7732, </w:t>
      </w:r>
      <w:r w:rsidRPr="00D629A7">
        <w:rPr>
          <w:spacing w:val="0"/>
        </w:rPr>
        <w:t>e-post</w:t>
      </w:r>
      <w:r w:rsidR="000050B6" w:rsidRPr="00D629A7">
        <w:rPr>
          <w:spacing w:val="0"/>
        </w:rPr>
        <w:t>;</w:t>
      </w:r>
      <w:r w:rsidRPr="00D629A7">
        <w:rPr>
          <w:spacing w:val="0"/>
        </w:rPr>
        <w:t xml:space="preserve"> </w:t>
      </w:r>
      <w:hyperlink r:id="rId9" w:history="1">
        <w:r w:rsidR="000C2FB0" w:rsidRPr="0075354D">
          <w:rPr>
            <w:rStyle w:val="Hperlink"/>
            <w:spacing w:val="0"/>
          </w:rPr>
          <w:t>kaupo@level.ee</w:t>
        </w:r>
      </w:hyperlink>
      <w:r w:rsidR="000C2FB0">
        <w:rPr>
          <w:spacing w:val="0"/>
        </w:rPr>
        <w:t xml:space="preserve"> </w:t>
      </w:r>
    </w:p>
    <w:p w14:paraId="3BEFED7F" w14:textId="77777777" w:rsidR="00D629A7" w:rsidRPr="00D629A7" w:rsidRDefault="00D629A7" w:rsidP="000C2FB0">
      <w:pPr>
        <w:pStyle w:val="Pealkiri21"/>
        <w:numPr>
          <w:ilvl w:val="0"/>
          <w:numId w:val="0"/>
        </w:numPr>
        <w:ind w:left="576"/>
        <w:jc w:val="both"/>
        <w:rPr>
          <w:spacing w:val="0"/>
        </w:rPr>
      </w:pPr>
    </w:p>
    <w:p w14:paraId="09EE9122" w14:textId="77777777" w:rsidR="00BC1507" w:rsidRPr="00380D5F" w:rsidRDefault="00BC1507" w:rsidP="00F37FB6">
      <w:pPr>
        <w:jc w:val="both"/>
        <w:rPr>
          <w:spacing w:val="0"/>
        </w:rPr>
      </w:pPr>
    </w:p>
    <w:p w14:paraId="204279F4" w14:textId="77777777" w:rsidR="00BC1507" w:rsidRPr="00343EA3" w:rsidRDefault="00BC1507" w:rsidP="00F37FB6">
      <w:pPr>
        <w:pStyle w:val="Pealkiri11"/>
        <w:jc w:val="both"/>
        <w:rPr>
          <w:b/>
          <w:spacing w:val="0"/>
        </w:rPr>
      </w:pPr>
      <w:r w:rsidRPr="00343EA3">
        <w:rPr>
          <w:b/>
          <w:spacing w:val="0"/>
        </w:rPr>
        <w:t>Teadete edastamine</w:t>
      </w:r>
    </w:p>
    <w:p w14:paraId="314D4CC0" w14:textId="77777777" w:rsidR="00FB6CBB" w:rsidRPr="00343EA3" w:rsidRDefault="00FB6CBB" w:rsidP="00F37FB6">
      <w:pPr>
        <w:pStyle w:val="Pealkiri21"/>
        <w:jc w:val="both"/>
        <w:rPr>
          <w:spacing w:val="0"/>
        </w:rPr>
      </w:pPr>
      <w:r w:rsidRPr="00343EA3">
        <w:rPr>
          <w:spacing w:val="0"/>
        </w:rPr>
        <w:t>Lepinguga seotud teated edastatakse telefoni teel või e-kirja teel poole lepingus märgitud e-posti aadressile. Kontaktandmete muutusest on pool kohustatud koheselt informeerima teist poolt.</w:t>
      </w:r>
    </w:p>
    <w:p w14:paraId="7D8623AF" w14:textId="1A4E2CAF" w:rsidR="00FB6CBB" w:rsidRPr="00343EA3" w:rsidRDefault="00FB6CBB" w:rsidP="00F37FB6">
      <w:pPr>
        <w:pStyle w:val="Pealkiri21"/>
        <w:jc w:val="both"/>
        <w:rPr>
          <w:spacing w:val="0"/>
        </w:rPr>
      </w:pPr>
      <w:r w:rsidRPr="00343EA3">
        <w:rPr>
          <w:spacing w:val="0"/>
        </w:rPr>
        <w:t>E-kirja teel edastatud teated peetakse kätte</w:t>
      </w:r>
      <w:r w:rsidR="000050B6">
        <w:rPr>
          <w:spacing w:val="0"/>
        </w:rPr>
        <w:t xml:space="preserve"> </w:t>
      </w:r>
      <w:r w:rsidRPr="00343EA3">
        <w:rPr>
          <w:spacing w:val="0"/>
        </w:rPr>
        <w:t>saaduks alates teate edastamisele järgnevast tööpäevast.</w:t>
      </w:r>
    </w:p>
    <w:p w14:paraId="1E13EAC9" w14:textId="77777777" w:rsidR="008639BE" w:rsidRPr="00854E82" w:rsidRDefault="00FB6CBB" w:rsidP="00854E82">
      <w:pPr>
        <w:pStyle w:val="Pealkiri21"/>
        <w:jc w:val="both"/>
        <w:rPr>
          <w:spacing w:val="0"/>
        </w:rPr>
      </w:pPr>
      <w:r w:rsidRPr="00343EA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D22DE62" w14:textId="77777777" w:rsidR="00185D39" w:rsidRPr="00380D5F" w:rsidRDefault="00185D39" w:rsidP="00F37FB6">
      <w:pPr>
        <w:jc w:val="both"/>
        <w:rPr>
          <w:spacing w:val="0"/>
        </w:rPr>
      </w:pPr>
    </w:p>
    <w:p w14:paraId="3DBA4CBD" w14:textId="77777777" w:rsidR="00185D39" w:rsidRPr="00343EA3" w:rsidRDefault="00185D39" w:rsidP="00F37FB6">
      <w:pPr>
        <w:pStyle w:val="Pealkiri11"/>
        <w:jc w:val="both"/>
        <w:rPr>
          <w:b/>
          <w:spacing w:val="0"/>
        </w:rPr>
      </w:pPr>
      <w:r w:rsidRPr="00343EA3">
        <w:rPr>
          <w:b/>
          <w:spacing w:val="0"/>
        </w:rPr>
        <w:lastRenderedPageBreak/>
        <w:t xml:space="preserve">Lepingu lõppemine ja lõpetamine </w:t>
      </w:r>
    </w:p>
    <w:p w14:paraId="2F1EC14F" w14:textId="1BFAA965" w:rsidR="005411DF" w:rsidRPr="00584A8E" w:rsidRDefault="005411DF" w:rsidP="005411DF">
      <w:pPr>
        <w:pStyle w:val="Pealkiri21"/>
        <w:rPr>
          <w:spacing w:val="0"/>
        </w:rPr>
      </w:pPr>
      <w:r w:rsidRPr="00584A8E">
        <w:t xml:space="preserve">Leping kehtib alates </w:t>
      </w:r>
      <w:sdt>
        <w:sdtPr>
          <w:id w:val="-1408993187"/>
          <w:placeholder>
            <w:docPart w:val="86F1DBA411724D84BD5AEB8357F12EF7"/>
          </w:placeholder>
          <w:date w:fullDate="2025-07-23T00:00:00Z">
            <w:dateFormat w:val="d.MM.yyyy"/>
            <w:lid w:val="et-EE"/>
            <w:storeMappedDataAs w:val="dateTime"/>
            <w:calendar w:val="gregorian"/>
          </w:date>
        </w:sdtPr>
        <w:sdtEndPr/>
        <w:sdtContent>
          <w:r w:rsidR="00156D8C" w:rsidRPr="00584A8E">
            <w:t>23.07.2025</w:t>
          </w:r>
        </w:sdtContent>
      </w:sdt>
      <w:r w:rsidRPr="00584A8E">
        <w:t xml:space="preserve"> kuni </w:t>
      </w:r>
      <w:sdt>
        <w:sdtPr>
          <w:id w:val="1700428363"/>
          <w:placeholder>
            <w:docPart w:val="CFF060C660CA465292845556B1707F0C"/>
          </w:placeholder>
          <w:date w:fullDate="2025-12-15T00:00:00Z">
            <w:dateFormat w:val="d.MM.yyyy"/>
            <w:lid w:val="et-EE"/>
            <w:storeMappedDataAs w:val="dateTime"/>
            <w:calendar w:val="gregorian"/>
          </w:date>
        </w:sdtPr>
        <w:sdtEndPr/>
        <w:sdtContent>
          <w:r w:rsidR="00BA4404" w:rsidRPr="00584A8E">
            <w:t>15.12.2025</w:t>
          </w:r>
        </w:sdtContent>
      </w:sdt>
      <w:r w:rsidRPr="00584A8E">
        <w:t xml:space="preserve"> ja/või </w:t>
      </w:r>
      <w:r w:rsidR="00854E82" w:rsidRPr="00584A8E">
        <w:t xml:space="preserve">kuni </w:t>
      </w:r>
      <w:r w:rsidRPr="00584A8E">
        <w:t>kõikide lepinguliste kohustuste täitmiseni mõlema poole poolt.</w:t>
      </w:r>
    </w:p>
    <w:p w14:paraId="49EAB496" w14:textId="77777777" w:rsidR="00185D39" w:rsidRPr="00343EA3" w:rsidRDefault="00185D39" w:rsidP="00F37FB6">
      <w:pPr>
        <w:pStyle w:val="Pealkiri21"/>
        <w:jc w:val="both"/>
        <w:rPr>
          <w:spacing w:val="0"/>
        </w:rPr>
      </w:pPr>
      <w:r w:rsidRPr="00343EA3">
        <w:rPr>
          <w:spacing w:val="0"/>
        </w:rPr>
        <w:t>Tellija võib lepingu igal ajal olenemata põhjusest etteteatamistähtajata üles öelda. Selli</w:t>
      </w:r>
      <w:r w:rsidRPr="00343EA3">
        <w:rPr>
          <w:spacing w:val="0"/>
        </w:rPr>
        <w:softHyphen/>
        <w:t>sel juhul on tellija kohustatud tasuma töövõtjale lepingu ülesütlemise momendiks faktili</w:t>
      </w:r>
      <w:r w:rsidRPr="00343EA3">
        <w:rPr>
          <w:spacing w:val="0"/>
        </w:rPr>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4C1EC3DF" w14:textId="77777777" w:rsidR="00185D39" w:rsidRPr="00343EA3" w:rsidRDefault="00185D39" w:rsidP="00F37FB6">
      <w:pPr>
        <w:pStyle w:val="Pealkiri21"/>
        <w:jc w:val="both"/>
        <w:rPr>
          <w:spacing w:val="0"/>
        </w:rPr>
      </w:pPr>
      <w:r w:rsidRPr="00343EA3">
        <w:rPr>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rPr>
          <w:spacing w:val="0"/>
        </w:rPr>
        <w:softHyphen/>
        <w:t>damine ülesandeks kolmandale isikule töövõtja arvel.</w:t>
      </w:r>
    </w:p>
    <w:p w14:paraId="534D12A2" w14:textId="77777777" w:rsidR="00185D39" w:rsidRPr="00343EA3" w:rsidRDefault="00185D39" w:rsidP="00F37FB6">
      <w:pPr>
        <w:pStyle w:val="Pealkiri21"/>
        <w:jc w:val="both"/>
        <w:rPr>
          <w:spacing w:val="0"/>
        </w:rPr>
      </w:pPr>
      <w:r w:rsidRPr="00343EA3">
        <w:rPr>
          <w:spacing w:val="0"/>
        </w:rPr>
        <w:t>Juhul, kui töövõtja ei ole tööd tellijale üle andnud hiljemalt 1 (ühe) kuu möödumisel arvates kokkulepitud töö üleandmise tähtajast, on tellijal õigus ilma töövõtjale 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4ED0BBC6" w14:textId="77777777" w:rsidR="00185D39" w:rsidRPr="00380D5F" w:rsidRDefault="00185D39" w:rsidP="00F37FB6">
      <w:pPr>
        <w:jc w:val="both"/>
        <w:rPr>
          <w:spacing w:val="0"/>
        </w:rPr>
      </w:pPr>
    </w:p>
    <w:p w14:paraId="38C07C7D" w14:textId="77777777" w:rsidR="00BC1507" w:rsidRPr="00343EA3" w:rsidRDefault="00BC1507" w:rsidP="00F37FB6">
      <w:pPr>
        <w:pStyle w:val="Pealkiri11"/>
        <w:jc w:val="both"/>
        <w:rPr>
          <w:b/>
          <w:spacing w:val="0"/>
        </w:rPr>
      </w:pPr>
      <w:r w:rsidRPr="00343EA3">
        <w:rPr>
          <w:b/>
          <w:spacing w:val="0"/>
        </w:rPr>
        <w:t>Lõppsätted</w:t>
      </w:r>
    </w:p>
    <w:p w14:paraId="4B748DEB" w14:textId="77777777" w:rsidR="00F5332E"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oolte poolt kirjalikult määratud tähtajal.</w:t>
      </w:r>
    </w:p>
    <w:p w14:paraId="1B3CB056" w14:textId="2CA8D4C4" w:rsidR="00BC1507" w:rsidRPr="00713ACA" w:rsidRDefault="00F5332E" w:rsidP="00713ACA">
      <w:pPr>
        <w:pStyle w:val="Pealkiri21"/>
        <w:ind w:left="578" w:hanging="578"/>
        <w:jc w:val="both"/>
        <w:rPr>
          <w:spacing w:val="0"/>
        </w:rPr>
      </w:pPr>
      <w:r w:rsidRPr="00F5332E">
        <w:rPr>
          <w:spacing w:val="0"/>
        </w:rPr>
        <w:t>Pooled kohustuvad lepingu kehtivuse ajal hoidma konfidentsiaalsena kõik seoses lepingu täitmisega teatavaks saanud andmed ja isikuandmed.</w:t>
      </w:r>
    </w:p>
    <w:p w14:paraId="02458D8A"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4153A6BF" w14:textId="4EDB77DC" w:rsidR="00827963" w:rsidRPr="00343EA3" w:rsidRDefault="00F2695B" w:rsidP="00F37FB6">
      <w:pPr>
        <w:pStyle w:val="Pealkiri21"/>
        <w:ind w:left="578" w:hanging="578"/>
        <w:jc w:val="both"/>
        <w:rPr>
          <w:spacing w:val="0"/>
        </w:rPr>
      </w:pPr>
      <w:sdt>
        <w:sdtPr>
          <w:rPr>
            <w:spacing w:val="0"/>
          </w:rPr>
          <w:id w:val="-189151537"/>
          <w:placeholder>
            <w:docPart w:val="FBB3836319004F8D9337C472FEB9604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713ACA">
            <w:rPr>
              <w:spacing w:val="0"/>
            </w:rPr>
            <w:t>Leping on allkirjastatud digitaalselt.</w:t>
          </w:r>
        </w:sdtContent>
      </w:sdt>
    </w:p>
    <w:p w14:paraId="4130CF65" w14:textId="77777777" w:rsidR="0063054E" w:rsidRPr="00343EA3" w:rsidRDefault="0063054E">
      <w:pPr>
        <w:spacing w:line="240" w:lineRule="exact"/>
        <w:jc w:val="both"/>
        <w:rPr>
          <w:spacing w:val="0"/>
        </w:rPr>
      </w:pPr>
    </w:p>
    <w:p w14:paraId="089136A7" w14:textId="77777777" w:rsidR="00185D39" w:rsidRDefault="00185D39">
      <w:pPr>
        <w:spacing w:line="240" w:lineRule="exact"/>
        <w:jc w:val="both"/>
        <w:rPr>
          <w:b/>
          <w:spacing w:val="0"/>
        </w:rPr>
      </w:pPr>
    </w:p>
    <w:p w14:paraId="45EA59CB" w14:textId="77777777" w:rsidR="00BC1507" w:rsidRPr="008C4BE6" w:rsidRDefault="00FB6CBB">
      <w:pPr>
        <w:spacing w:line="240" w:lineRule="exact"/>
        <w:jc w:val="both"/>
        <w:rPr>
          <w:b/>
          <w:spacing w:val="0"/>
        </w:rPr>
      </w:pPr>
      <w:r>
        <w:rPr>
          <w:b/>
          <w:spacing w:val="0"/>
        </w:rPr>
        <w:t>Poolte andmed ja allkirjad</w:t>
      </w:r>
    </w:p>
    <w:p w14:paraId="4A839245" w14:textId="77777777" w:rsidR="00185D39" w:rsidRPr="008C4BE6" w:rsidRDefault="00185D39" w:rsidP="00185D39">
      <w:pPr>
        <w:pStyle w:val="Pealkiri4"/>
        <w:ind w:left="0" w:firstLine="0"/>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1F0FAA06" w14:textId="77777777" w:rsidTr="00FE59D8">
        <w:tc>
          <w:tcPr>
            <w:tcW w:w="4502" w:type="dxa"/>
          </w:tcPr>
          <w:p w14:paraId="348F2C85" w14:textId="77777777" w:rsidR="00787786" w:rsidRPr="00787786" w:rsidRDefault="00787786">
            <w:pPr>
              <w:pStyle w:val="Pealkiri2"/>
              <w:rPr>
                <w:i w:val="0"/>
              </w:rPr>
            </w:pPr>
            <w:r w:rsidRPr="00787786">
              <w:rPr>
                <w:b/>
                <w:i w:val="0"/>
              </w:rPr>
              <w:t>Tellija</w:t>
            </w:r>
          </w:p>
        </w:tc>
        <w:tc>
          <w:tcPr>
            <w:tcW w:w="4502" w:type="dxa"/>
          </w:tcPr>
          <w:p w14:paraId="73ABC0C8" w14:textId="77777777" w:rsidR="00787786" w:rsidRPr="00787786" w:rsidRDefault="00787786">
            <w:pPr>
              <w:pStyle w:val="Pealkiri2"/>
              <w:rPr>
                <w:b/>
                <w:i w:val="0"/>
              </w:rPr>
            </w:pPr>
            <w:r w:rsidRPr="00787786">
              <w:rPr>
                <w:b/>
                <w:i w:val="0"/>
              </w:rPr>
              <w:t>Töövõtja</w:t>
            </w:r>
          </w:p>
        </w:tc>
      </w:tr>
      <w:tr w:rsidR="00787786" w14:paraId="487C19A4" w14:textId="77777777" w:rsidTr="00FE59D8">
        <w:tc>
          <w:tcPr>
            <w:tcW w:w="4502" w:type="dxa"/>
          </w:tcPr>
          <w:p w14:paraId="36FA7B47" w14:textId="77777777" w:rsidR="00787786" w:rsidRPr="00787786" w:rsidRDefault="00787786">
            <w:pPr>
              <w:pStyle w:val="Pealkiri2"/>
              <w:rPr>
                <w:b/>
                <w:i w:val="0"/>
              </w:rPr>
            </w:pPr>
          </w:p>
        </w:tc>
        <w:tc>
          <w:tcPr>
            <w:tcW w:w="4502" w:type="dxa"/>
          </w:tcPr>
          <w:p w14:paraId="42581721" w14:textId="77777777" w:rsidR="00787786" w:rsidRPr="00787786" w:rsidRDefault="00787786">
            <w:pPr>
              <w:pStyle w:val="Pealkiri2"/>
              <w:rPr>
                <w:b/>
                <w:i w:val="0"/>
              </w:rPr>
            </w:pPr>
          </w:p>
        </w:tc>
      </w:tr>
      <w:tr w:rsidR="00787786" w14:paraId="6B347A0D" w14:textId="77777777" w:rsidTr="00FE59D8">
        <w:tc>
          <w:tcPr>
            <w:tcW w:w="4502" w:type="dxa"/>
          </w:tcPr>
          <w:p w14:paraId="5BF07B73" w14:textId="77777777" w:rsidR="00787786" w:rsidRPr="00787786" w:rsidRDefault="00787786" w:rsidP="00787786">
            <w:pPr>
              <w:tabs>
                <w:tab w:val="left" w:pos="4320"/>
              </w:tabs>
              <w:jc w:val="both"/>
              <w:rPr>
                <w:spacing w:val="0"/>
              </w:rPr>
            </w:pPr>
            <w:r w:rsidRPr="00787786">
              <w:rPr>
                <w:spacing w:val="0"/>
              </w:rPr>
              <w:t>Riigimetsa Majandamise Keskus</w:t>
            </w:r>
          </w:p>
        </w:tc>
        <w:tc>
          <w:tcPr>
            <w:tcW w:w="4502" w:type="dxa"/>
          </w:tcPr>
          <w:p w14:paraId="33BCC092" w14:textId="7A8F7461" w:rsidR="00787786" w:rsidRPr="00787786" w:rsidRDefault="00713ACA">
            <w:pPr>
              <w:pStyle w:val="Pealkiri2"/>
              <w:rPr>
                <w:i w:val="0"/>
              </w:rPr>
            </w:pPr>
            <w:r w:rsidRPr="00713ACA">
              <w:rPr>
                <w:i w:val="0"/>
              </w:rPr>
              <w:t xml:space="preserve">Aktsiaselts </w:t>
            </w:r>
            <w:proofErr w:type="spellStart"/>
            <w:r w:rsidRPr="00713ACA">
              <w:rPr>
                <w:i w:val="0"/>
              </w:rPr>
              <w:t>Level</w:t>
            </w:r>
            <w:proofErr w:type="spellEnd"/>
            <w:r w:rsidRPr="00713ACA">
              <w:rPr>
                <w:i w:val="0"/>
              </w:rPr>
              <w:t xml:space="preserve"> </w:t>
            </w:r>
          </w:p>
        </w:tc>
      </w:tr>
      <w:tr w:rsidR="00787786" w14:paraId="1D61D7A3" w14:textId="77777777" w:rsidTr="00FE59D8">
        <w:tc>
          <w:tcPr>
            <w:tcW w:w="4502" w:type="dxa"/>
          </w:tcPr>
          <w:p w14:paraId="573B3CD5" w14:textId="77777777" w:rsidR="00787786" w:rsidRPr="00787786" w:rsidRDefault="00787786" w:rsidP="00787786">
            <w:pPr>
              <w:tabs>
                <w:tab w:val="left" w:pos="4320"/>
              </w:tabs>
              <w:jc w:val="both"/>
              <w:rPr>
                <w:spacing w:val="0"/>
              </w:rPr>
            </w:pPr>
            <w:r w:rsidRPr="00487EC6">
              <w:rPr>
                <w:spacing w:val="0"/>
              </w:rPr>
              <w:t>Registrikood 70004459</w:t>
            </w:r>
          </w:p>
        </w:tc>
        <w:tc>
          <w:tcPr>
            <w:tcW w:w="4502" w:type="dxa"/>
          </w:tcPr>
          <w:p w14:paraId="169997D1" w14:textId="3117D692" w:rsidR="00787786" w:rsidRPr="00787786" w:rsidRDefault="00787786">
            <w:pPr>
              <w:pStyle w:val="Pealkiri2"/>
              <w:rPr>
                <w:i w:val="0"/>
              </w:rPr>
            </w:pPr>
            <w:r w:rsidRPr="00787786">
              <w:rPr>
                <w:i w:val="0"/>
              </w:rPr>
              <w:t xml:space="preserve">Registrikood </w:t>
            </w:r>
            <w:r w:rsidR="00713ACA" w:rsidRPr="00713ACA">
              <w:rPr>
                <w:i w:val="0"/>
              </w:rPr>
              <w:t>(10216072)</w:t>
            </w:r>
          </w:p>
        </w:tc>
      </w:tr>
      <w:tr w:rsidR="00787786" w14:paraId="276B6DE4" w14:textId="77777777" w:rsidTr="00FE59D8">
        <w:tc>
          <w:tcPr>
            <w:tcW w:w="4502" w:type="dxa"/>
          </w:tcPr>
          <w:p w14:paraId="4D9A5038" w14:textId="77777777" w:rsidR="00972864" w:rsidRPr="00972864" w:rsidRDefault="00E825A6" w:rsidP="008A5B84">
            <w:pPr>
              <w:pStyle w:val="Pealkiri2"/>
              <w:rPr>
                <w:i w:val="0"/>
              </w:rPr>
            </w:pPr>
            <w:r>
              <w:rPr>
                <w:i w:val="0"/>
              </w:rPr>
              <w:t xml:space="preserve">Mõisa/3, </w:t>
            </w:r>
            <w:r w:rsidR="00972864">
              <w:rPr>
                <w:i w:val="0"/>
              </w:rPr>
              <w:t xml:space="preserve">Sagadi küla, </w:t>
            </w:r>
            <w:r w:rsidR="008A5B84">
              <w:rPr>
                <w:i w:val="0"/>
              </w:rPr>
              <w:t xml:space="preserve">Haljala </w:t>
            </w:r>
            <w:r w:rsidR="00972864">
              <w:rPr>
                <w:i w:val="0"/>
              </w:rPr>
              <w:t>vald</w:t>
            </w:r>
          </w:p>
        </w:tc>
        <w:tc>
          <w:tcPr>
            <w:tcW w:w="4502" w:type="dxa"/>
          </w:tcPr>
          <w:p w14:paraId="3404638A" w14:textId="39920E46" w:rsidR="00787786" w:rsidRPr="00787786" w:rsidRDefault="00713ACA">
            <w:pPr>
              <w:pStyle w:val="Pealkiri2"/>
              <w:rPr>
                <w:i w:val="0"/>
              </w:rPr>
            </w:pPr>
            <w:r w:rsidRPr="00713ACA">
              <w:rPr>
                <w:i w:val="0"/>
              </w:rPr>
              <w:t>Pikk tn 69, Kuressaare linn, 93815 Saaremaa vald, Saare maakond</w:t>
            </w:r>
          </w:p>
        </w:tc>
      </w:tr>
      <w:tr w:rsidR="00787786" w14:paraId="79BCD03B" w14:textId="77777777" w:rsidTr="00FE59D8">
        <w:tc>
          <w:tcPr>
            <w:tcW w:w="4502" w:type="dxa"/>
          </w:tcPr>
          <w:p w14:paraId="5F63859D" w14:textId="77777777" w:rsidR="00972864" w:rsidRPr="00972864" w:rsidRDefault="008A5B84" w:rsidP="00972864">
            <w:pPr>
              <w:pStyle w:val="Pealkiri2"/>
              <w:rPr>
                <w:i w:val="0"/>
              </w:rPr>
            </w:pPr>
            <w:r>
              <w:rPr>
                <w:i w:val="0"/>
              </w:rPr>
              <w:t xml:space="preserve">45403 </w:t>
            </w:r>
            <w:r w:rsidR="00972864">
              <w:rPr>
                <w:i w:val="0"/>
              </w:rPr>
              <w:t>Lääne-Viru maakond</w:t>
            </w:r>
          </w:p>
        </w:tc>
        <w:tc>
          <w:tcPr>
            <w:tcW w:w="4502" w:type="dxa"/>
          </w:tcPr>
          <w:p w14:paraId="0809C44F" w14:textId="70F51A2F" w:rsidR="00787786" w:rsidRPr="00787786" w:rsidRDefault="00787786">
            <w:pPr>
              <w:pStyle w:val="Pealkiri2"/>
              <w:rPr>
                <w:i w:val="0"/>
              </w:rPr>
            </w:pPr>
            <w:r w:rsidRPr="00787786">
              <w:rPr>
                <w:i w:val="0"/>
              </w:rPr>
              <w:t xml:space="preserve">Tel </w:t>
            </w:r>
            <w:r w:rsidR="00713ACA" w:rsidRPr="00713ACA">
              <w:rPr>
                <w:i w:val="0"/>
              </w:rPr>
              <w:t>5056584</w:t>
            </w:r>
          </w:p>
        </w:tc>
      </w:tr>
      <w:tr w:rsidR="00787786" w14:paraId="21617B38" w14:textId="77777777" w:rsidTr="00FE59D8">
        <w:tc>
          <w:tcPr>
            <w:tcW w:w="4502" w:type="dxa"/>
          </w:tcPr>
          <w:p w14:paraId="5B8D56DA" w14:textId="77777777" w:rsidR="00787786" w:rsidRPr="00787786" w:rsidRDefault="00972864" w:rsidP="00972864">
            <w:pPr>
              <w:pStyle w:val="Pealkiri2"/>
              <w:rPr>
                <w:i w:val="0"/>
              </w:rPr>
            </w:pPr>
            <w:r>
              <w:rPr>
                <w:i w:val="0"/>
              </w:rPr>
              <w:t>Tel 676 7500</w:t>
            </w:r>
          </w:p>
        </w:tc>
        <w:tc>
          <w:tcPr>
            <w:tcW w:w="4502" w:type="dxa"/>
          </w:tcPr>
          <w:p w14:paraId="5849C6EE" w14:textId="13AC5919" w:rsidR="00787786" w:rsidRPr="00787786" w:rsidRDefault="00787786">
            <w:pPr>
              <w:pStyle w:val="Pealkiri2"/>
              <w:rPr>
                <w:i w:val="0"/>
              </w:rPr>
            </w:pPr>
            <w:r w:rsidRPr="00787786">
              <w:rPr>
                <w:i w:val="0"/>
              </w:rPr>
              <w:t xml:space="preserve">E-post </w:t>
            </w:r>
            <w:r w:rsidR="00713ACA" w:rsidRPr="00713ACA">
              <w:rPr>
                <w:i w:val="0"/>
              </w:rPr>
              <w:tab/>
            </w:r>
            <w:hyperlink r:id="rId10" w:history="1">
              <w:r w:rsidR="00713ACA" w:rsidRPr="002742DC">
                <w:rPr>
                  <w:rStyle w:val="Hperlink"/>
                  <w:i w:val="0"/>
                </w:rPr>
                <w:t>info@level.ee</w:t>
              </w:r>
            </w:hyperlink>
            <w:r w:rsidR="00713ACA">
              <w:rPr>
                <w:i w:val="0"/>
              </w:rPr>
              <w:t xml:space="preserve"> </w:t>
            </w:r>
          </w:p>
        </w:tc>
      </w:tr>
      <w:tr w:rsidR="00787786" w14:paraId="7850E73B" w14:textId="77777777" w:rsidTr="00FE59D8">
        <w:tc>
          <w:tcPr>
            <w:tcW w:w="4502" w:type="dxa"/>
          </w:tcPr>
          <w:p w14:paraId="33C0D641" w14:textId="0DFD2386" w:rsidR="00787786" w:rsidRPr="00787786" w:rsidRDefault="00972864">
            <w:pPr>
              <w:pStyle w:val="Pealkiri2"/>
              <w:rPr>
                <w:i w:val="0"/>
              </w:rPr>
            </w:pPr>
            <w:r>
              <w:rPr>
                <w:i w:val="0"/>
              </w:rPr>
              <w:t xml:space="preserve">E-post </w:t>
            </w:r>
            <w:hyperlink r:id="rId11" w:history="1">
              <w:r w:rsidR="00713ACA" w:rsidRPr="002742DC">
                <w:rPr>
                  <w:rStyle w:val="Hperlink"/>
                  <w:i w:val="0"/>
                </w:rPr>
                <w:t>rmk@rmk.ee</w:t>
              </w:r>
            </w:hyperlink>
            <w:r w:rsidR="00713ACA">
              <w:rPr>
                <w:i w:val="0"/>
              </w:rPr>
              <w:t xml:space="preserve"> </w:t>
            </w:r>
          </w:p>
        </w:tc>
        <w:tc>
          <w:tcPr>
            <w:tcW w:w="4502" w:type="dxa"/>
          </w:tcPr>
          <w:p w14:paraId="07E85D53" w14:textId="77777777" w:rsidR="00787786" w:rsidRPr="00787786" w:rsidRDefault="00787786">
            <w:pPr>
              <w:pStyle w:val="Pealkiri2"/>
              <w:rPr>
                <w:i w:val="0"/>
              </w:rPr>
            </w:pPr>
          </w:p>
        </w:tc>
      </w:tr>
      <w:tr w:rsidR="00787786" w14:paraId="0FE1D3E4" w14:textId="77777777" w:rsidTr="00FE59D8">
        <w:trPr>
          <w:trHeight w:val="70"/>
        </w:trPr>
        <w:tc>
          <w:tcPr>
            <w:tcW w:w="4502" w:type="dxa"/>
          </w:tcPr>
          <w:p w14:paraId="52C3B779" w14:textId="77777777" w:rsidR="00787786" w:rsidRPr="00787786" w:rsidRDefault="00787786">
            <w:pPr>
              <w:pStyle w:val="Pealkiri2"/>
              <w:rPr>
                <w:i w:val="0"/>
              </w:rPr>
            </w:pPr>
          </w:p>
        </w:tc>
        <w:tc>
          <w:tcPr>
            <w:tcW w:w="4502" w:type="dxa"/>
          </w:tcPr>
          <w:p w14:paraId="39626C4F" w14:textId="77777777" w:rsidR="00787786" w:rsidRPr="00787786" w:rsidRDefault="00787786">
            <w:pPr>
              <w:pStyle w:val="Pealkiri2"/>
              <w:rPr>
                <w:i w:val="0"/>
              </w:rPr>
            </w:pPr>
          </w:p>
        </w:tc>
      </w:tr>
      <w:tr w:rsidR="00787786" w14:paraId="570D9796" w14:textId="77777777" w:rsidTr="00FE59D8">
        <w:trPr>
          <w:trHeight w:val="70"/>
        </w:trPr>
        <w:tc>
          <w:tcPr>
            <w:tcW w:w="4502" w:type="dxa"/>
          </w:tcPr>
          <w:p w14:paraId="658A865A" w14:textId="55E6916A" w:rsidR="00787786" w:rsidRPr="00787786" w:rsidRDefault="00F2695B">
            <w:pPr>
              <w:pStyle w:val="Pealkiri2"/>
              <w:rPr>
                <w:i w:val="0"/>
              </w:rPr>
            </w:pPr>
            <w:sdt>
              <w:sdtPr>
                <w:rPr>
                  <w:i w:val="0"/>
                </w:rPr>
                <w:id w:val="698586215"/>
                <w:placeholder>
                  <w:docPart w:val="9E59DA8D816D4B3E9EE877CEE0DEB019"/>
                </w:placeholder>
                <w:comboBox>
                  <w:listItem w:displayText=" " w:value=" "/>
                  <w:listItem w:displayText="(allkirjastatud digitaalselt)" w:value="(allkirjastatud digitaalselt)"/>
                </w:comboBox>
              </w:sdtPr>
              <w:sdtEndPr/>
              <w:sdtContent>
                <w:r w:rsidR="00713ACA">
                  <w:rPr>
                    <w:i w:val="0"/>
                  </w:rPr>
                  <w:t>(allkirjastatud digitaalselt)</w:t>
                </w:r>
              </w:sdtContent>
            </w:sdt>
          </w:p>
        </w:tc>
        <w:tc>
          <w:tcPr>
            <w:tcW w:w="4502" w:type="dxa"/>
          </w:tcPr>
          <w:p w14:paraId="0E511133" w14:textId="76B87A02" w:rsidR="00787786" w:rsidRPr="00787786" w:rsidRDefault="00F2695B">
            <w:pPr>
              <w:pStyle w:val="Pealkiri2"/>
              <w:rPr>
                <w:i w:val="0"/>
              </w:rPr>
            </w:pPr>
            <w:sdt>
              <w:sdtPr>
                <w:rPr>
                  <w:i w:val="0"/>
                </w:rPr>
                <w:id w:val="-1101025460"/>
                <w:placeholder>
                  <w:docPart w:val="316B1FBAC2D64E2E8470FBD40E3D9EC9"/>
                </w:placeholder>
                <w:comboBox>
                  <w:listItem w:displayText=" " w:value=" "/>
                  <w:listItem w:displayText="(allkirjastatud digitaalselt)" w:value="(allkirjastatud digitaalselt)"/>
                </w:comboBox>
              </w:sdtPr>
              <w:sdtEndPr/>
              <w:sdtContent>
                <w:r w:rsidR="00713ACA">
                  <w:rPr>
                    <w:i w:val="0"/>
                  </w:rPr>
                  <w:t>(allkirjastatud digitaalselt)</w:t>
                </w:r>
              </w:sdtContent>
            </w:sdt>
          </w:p>
        </w:tc>
      </w:tr>
      <w:tr w:rsidR="00787786" w14:paraId="771A4EE7" w14:textId="77777777" w:rsidTr="00FE59D8">
        <w:trPr>
          <w:trHeight w:val="70"/>
        </w:trPr>
        <w:tc>
          <w:tcPr>
            <w:tcW w:w="4502" w:type="dxa"/>
          </w:tcPr>
          <w:p w14:paraId="3F7D28F6" w14:textId="77777777" w:rsidR="00787786" w:rsidRPr="00787786" w:rsidRDefault="00787786">
            <w:pPr>
              <w:pStyle w:val="Pealkiri2"/>
              <w:rPr>
                <w:i w:val="0"/>
              </w:rPr>
            </w:pPr>
          </w:p>
        </w:tc>
        <w:tc>
          <w:tcPr>
            <w:tcW w:w="4502" w:type="dxa"/>
          </w:tcPr>
          <w:p w14:paraId="3F994C8B" w14:textId="77777777" w:rsidR="00787786" w:rsidRPr="00787786" w:rsidRDefault="00787786">
            <w:pPr>
              <w:pStyle w:val="Pealkiri2"/>
              <w:rPr>
                <w:i w:val="0"/>
              </w:rPr>
            </w:pPr>
          </w:p>
        </w:tc>
      </w:tr>
      <w:tr w:rsidR="00787786" w14:paraId="49D7DB85" w14:textId="77777777" w:rsidTr="00FE59D8">
        <w:trPr>
          <w:trHeight w:val="70"/>
        </w:trPr>
        <w:tc>
          <w:tcPr>
            <w:tcW w:w="4502" w:type="dxa"/>
          </w:tcPr>
          <w:p w14:paraId="4751EF06" w14:textId="77777777" w:rsidR="00787786" w:rsidRPr="00787786" w:rsidRDefault="00787786">
            <w:pPr>
              <w:pStyle w:val="Pealkiri2"/>
              <w:rPr>
                <w:i w:val="0"/>
              </w:rPr>
            </w:pPr>
          </w:p>
        </w:tc>
        <w:tc>
          <w:tcPr>
            <w:tcW w:w="4502" w:type="dxa"/>
          </w:tcPr>
          <w:p w14:paraId="2D4BA3CE" w14:textId="77777777" w:rsidR="00787786" w:rsidRPr="00787786" w:rsidRDefault="00787786">
            <w:pPr>
              <w:pStyle w:val="Pealkiri2"/>
              <w:rPr>
                <w:i w:val="0"/>
              </w:rPr>
            </w:pPr>
          </w:p>
        </w:tc>
      </w:tr>
      <w:tr w:rsidR="00787786" w14:paraId="2B0ACB70" w14:textId="77777777" w:rsidTr="00FE59D8">
        <w:trPr>
          <w:trHeight w:val="70"/>
        </w:trPr>
        <w:tc>
          <w:tcPr>
            <w:tcW w:w="4502" w:type="dxa"/>
          </w:tcPr>
          <w:p w14:paraId="790D544E" w14:textId="2CDCF353" w:rsidR="00787786" w:rsidRPr="00787786" w:rsidRDefault="00713ACA">
            <w:pPr>
              <w:pStyle w:val="Pealkiri2"/>
              <w:rPr>
                <w:i w:val="0"/>
              </w:rPr>
            </w:pPr>
            <w:r w:rsidRPr="00713ACA">
              <w:rPr>
                <w:i w:val="0"/>
              </w:rPr>
              <w:t>Üllar Soonik</w:t>
            </w:r>
          </w:p>
        </w:tc>
        <w:tc>
          <w:tcPr>
            <w:tcW w:w="4502" w:type="dxa"/>
          </w:tcPr>
          <w:p w14:paraId="0F68301F" w14:textId="65112268" w:rsidR="00787786" w:rsidRPr="00787786" w:rsidRDefault="00713ACA">
            <w:pPr>
              <w:pStyle w:val="Pealkiri2"/>
              <w:rPr>
                <w:i w:val="0"/>
              </w:rPr>
            </w:pPr>
            <w:r>
              <w:rPr>
                <w:i w:val="0"/>
              </w:rPr>
              <w:t>Toomas Matt</w:t>
            </w:r>
          </w:p>
        </w:tc>
      </w:tr>
    </w:tbl>
    <w:p w14:paraId="582B47AD" w14:textId="77777777" w:rsidR="00BC1507" w:rsidRPr="008C4BE6" w:rsidRDefault="00BC1507">
      <w:pPr>
        <w:pStyle w:val="Pealkiri2"/>
      </w:pPr>
    </w:p>
    <w:sectPr w:rsidR="00BC1507" w:rsidRPr="008C4BE6" w:rsidSect="00AE1EC3">
      <w:headerReference w:type="even" r:id="rId12"/>
      <w:headerReference w:type="default" r:id="rId13"/>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81F0B" w14:textId="77777777" w:rsidR="0054349B" w:rsidRDefault="0054349B">
      <w:r>
        <w:separator/>
      </w:r>
    </w:p>
  </w:endnote>
  <w:endnote w:type="continuationSeparator" w:id="0">
    <w:p w14:paraId="2E2DB9EE" w14:textId="77777777" w:rsidR="0054349B" w:rsidRDefault="00543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boto-Regular">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90D58" w14:textId="77777777" w:rsidR="0054349B" w:rsidRDefault="0054349B">
      <w:r>
        <w:separator/>
      </w:r>
    </w:p>
  </w:footnote>
  <w:footnote w:type="continuationSeparator" w:id="0">
    <w:p w14:paraId="73927F98" w14:textId="77777777" w:rsidR="0054349B" w:rsidRDefault="00543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FC9C3"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6C43E3" w14:textId="77777777" w:rsidR="005D6F05" w:rsidRDefault="005D6F0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B85DB"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F5332E">
      <w:rPr>
        <w:rStyle w:val="Lehekljenumber"/>
        <w:noProof/>
      </w:rPr>
      <w:t>3</w:t>
    </w:r>
    <w:r>
      <w:rPr>
        <w:rStyle w:val="Lehekljenumber"/>
      </w:rPr>
      <w:fldChar w:fldCharType="end"/>
    </w:r>
  </w:p>
  <w:p w14:paraId="005AE387" w14:textId="77777777" w:rsidR="005D6F05" w:rsidRPr="00C70CB6" w:rsidRDefault="005D6F05" w:rsidP="002C3146">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49D41547"/>
    <w:multiLevelType w:val="multilevel"/>
    <w:tmpl w:val="77BAB132"/>
    <w:lvl w:ilvl="0">
      <w:start w:val="1"/>
      <w:numFmt w:val="decimal"/>
      <w:lvlText w:val="%1."/>
      <w:lvlJc w:val="left"/>
      <w:pPr>
        <w:ind w:left="432" w:hanging="432"/>
      </w:pPr>
    </w:lvl>
    <w:lvl w:ilvl="1">
      <w:start w:val="1"/>
      <w:numFmt w:val="decimal"/>
      <w:lvlText w:val="%1.%2."/>
      <w:lvlJc w:val="left"/>
      <w:pPr>
        <w:ind w:left="576" w:hanging="576"/>
      </w:pPr>
      <w:rPr>
        <w:b w:val="0"/>
        <w:i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4ED633FA"/>
    <w:multiLevelType w:val="multilevel"/>
    <w:tmpl w:val="6BBC926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731389816">
    <w:abstractNumId w:val="0"/>
  </w:num>
  <w:num w:numId="2" w16cid:durableId="1383750819">
    <w:abstractNumId w:val="0"/>
  </w:num>
  <w:num w:numId="3" w16cid:durableId="6158649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5070129">
    <w:abstractNumId w:val="2"/>
  </w:num>
  <w:num w:numId="5" w16cid:durableId="638850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926"/>
    <w:rsid w:val="000050B6"/>
    <w:rsid w:val="00011DF7"/>
    <w:rsid w:val="000121D0"/>
    <w:rsid w:val="00021C80"/>
    <w:rsid w:val="00025B15"/>
    <w:rsid w:val="000414C4"/>
    <w:rsid w:val="000577C6"/>
    <w:rsid w:val="000A2CE1"/>
    <w:rsid w:val="000C2FB0"/>
    <w:rsid w:val="000D1726"/>
    <w:rsid w:val="000F1381"/>
    <w:rsid w:val="001031C6"/>
    <w:rsid w:val="00134F26"/>
    <w:rsid w:val="001472CB"/>
    <w:rsid w:val="00155EBB"/>
    <w:rsid w:val="00156D0F"/>
    <w:rsid w:val="00156D8C"/>
    <w:rsid w:val="001613F5"/>
    <w:rsid w:val="001840F4"/>
    <w:rsid w:val="00185D39"/>
    <w:rsid w:val="001A5E70"/>
    <w:rsid w:val="001D0E9D"/>
    <w:rsid w:val="001E5BB6"/>
    <w:rsid w:val="0022080A"/>
    <w:rsid w:val="002366E4"/>
    <w:rsid w:val="00236EB4"/>
    <w:rsid w:val="00264F32"/>
    <w:rsid w:val="00270B88"/>
    <w:rsid w:val="002A0E15"/>
    <w:rsid w:val="002A16C1"/>
    <w:rsid w:val="002A56A7"/>
    <w:rsid w:val="002C3146"/>
    <w:rsid w:val="002E6556"/>
    <w:rsid w:val="002F18C0"/>
    <w:rsid w:val="0030026D"/>
    <w:rsid w:val="00301349"/>
    <w:rsid w:val="003219D8"/>
    <w:rsid w:val="00321F73"/>
    <w:rsid w:val="0032375F"/>
    <w:rsid w:val="00343EA3"/>
    <w:rsid w:val="00350444"/>
    <w:rsid w:val="00352976"/>
    <w:rsid w:val="003617EA"/>
    <w:rsid w:val="00366C6F"/>
    <w:rsid w:val="00380D5F"/>
    <w:rsid w:val="003964DF"/>
    <w:rsid w:val="003D2E08"/>
    <w:rsid w:val="003D4FB2"/>
    <w:rsid w:val="003E27DC"/>
    <w:rsid w:val="003E47CF"/>
    <w:rsid w:val="003F68D2"/>
    <w:rsid w:val="004232FA"/>
    <w:rsid w:val="004911AE"/>
    <w:rsid w:val="00492629"/>
    <w:rsid w:val="004A5F5E"/>
    <w:rsid w:val="004C0095"/>
    <w:rsid w:val="004C2423"/>
    <w:rsid w:val="004D4591"/>
    <w:rsid w:val="004D5B69"/>
    <w:rsid w:val="004F007F"/>
    <w:rsid w:val="00510955"/>
    <w:rsid w:val="0051635F"/>
    <w:rsid w:val="00533010"/>
    <w:rsid w:val="005411DF"/>
    <w:rsid w:val="0054349B"/>
    <w:rsid w:val="0054640C"/>
    <w:rsid w:val="00557C70"/>
    <w:rsid w:val="00584A8E"/>
    <w:rsid w:val="005877B0"/>
    <w:rsid w:val="00591AA8"/>
    <w:rsid w:val="005A1CA9"/>
    <w:rsid w:val="005A68F2"/>
    <w:rsid w:val="005B3E21"/>
    <w:rsid w:val="005D347E"/>
    <w:rsid w:val="005D5031"/>
    <w:rsid w:val="005D6F05"/>
    <w:rsid w:val="00603133"/>
    <w:rsid w:val="00604E73"/>
    <w:rsid w:val="00607CC4"/>
    <w:rsid w:val="0061080A"/>
    <w:rsid w:val="0063054E"/>
    <w:rsid w:val="00640392"/>
    <w:rsid w:val="00641F20"/>
    <w:rsid w:val="00643277"/>
    <w:rsid w:val="00664C77"/>
    <w:rsid w:val="0067560E"/>
    <w:rsid w:val="0069308E"/>
    <w:rsid w:val="006A1418"/>
    <w:rsid w:val="006D0AD9"/>
    <w:rsid w:val="006E16CC"/>
    <w:rsid w:val="00713ACA"/>
    <w:rsid w:val="00730F85"/>
    <w:rsid w:val="0073784A"/>
    <w:rsid w:val="007537D8"/>
    <w:rsid w:val="00761511"/>
    <w:rsid w:val="007824F6"/>
    <w:rsid w:val="00783926"/>
    <w:rsid w:val="00787786"/>
    <w:rsid w:val="007B718A"/>
    <w:rsid w:val="007E1D19"/>
    <w:rsid w:val="007F0A8F"/>
    <w:rsid w:val="007F5B71"/>
    <w:rsid w:val="008014F3"/>
    <w:rsid w:val="008166C8"/>
    <w:rsid w:val="00827963"/>
    <w:rsid w:val="00841550"/>
    <w:rsid w:val="00854E82"/>
    <w:rsid w:val="00855043"/>
    <w:rsid w:val="008639BE"/>
    <w:rsid w:val="008A2C3F"/>
    <w:rsid w:val="008A5B84"/>
    <w:rsid w:val="008B60E3"/>
    <w:rsid w:val="008C4BE6"/>
    <w:rsid w:val="008C752D"/>
    <w:rsid w:val="008E682E"/>
    <w:rsid w:val="009008B3"/>
    <w:rsid w:val="00914697"/>
    <w:rsid w:val="0093032C"/>
    <w:rsid w:val="00947969"/>
    <w:rsid w:val="00960E34"/>
    <w:rsid w:val="00963739"/>
    <w:rsid w:val="00972864"/>
    <w:rsid w:val="009870EF"/>
    <w:rsid w:val="009A4AB3"/>
    <w:rsid w:val="009B0614"/>
    <w:rsid w:val="009B0CC4"/>
    <w:rsid w:val="009D3D72"/>
    <w:rsid w:val="00A00A1C"/>
    <w:rsid w:val="00A050F6"/>
    <w:rsid w:val="00A1013C"/>
    <w:rsid w:val="00A21947"/>
    <w:rsid w:val="00A3137D"/>
    <w:rsid w:val="00A3152D"/>
    <w:rsid w:val="00A5592E"/>
    <w:rsid w:val="00A728B9"/>
    <w:rsid w:val="00AA0F3C"/>
    <w:rsid w:val="00AD598A"/>
    <w:rsid w:val="00AE1EC3"/>
    <w:rsid w:val="00B2274C"/>
    <w:rsid w:val="00B243E1"/>
    <w:rsid w:val="00B34C4D"/>
    <w:rsid w:val="00B61E9F"/>
    <w:rsid w:val="00B85467"/>
    <w:rsid w:val="00BA4404"/>
    <w:rsid w:val="00BC1507"/>
    <w:rsid w:val="00BE19F7"/>
    <w:rsid w:val="00C1452C"/>
    <w:rsid w:val="00C20B65"/>
    <w:rsid w:val="00C3182A"/>
    <w:rsid w:val="00C6169A"/>
    <w:rsid w:val="00C70CB6"/>
    <w:rsid w:val="00CA1AC3"/>
    <w:rsid w:val="00CA314C"/>
    <w:rsid w:val="00CA6104"/>
    <w:rsid w:val="00CC12C2"/>
    <w:rsid w:val="00CC3556"/>
    <w:rsid w:val="00CD3E9F"/>
    <w:rsid w:val="00D05C7D"/>
    <w:rsid w:val="00D12426"/>
    <w:rsid w:val="00D26E26"/>
    <w:rsid w:val="00D51573"/>
    <w:rsid w:val="00D57FA4"/>
    <w:rsid w:val="00D629A7"/>
    <w:rsid w:val="00D76FB7"/>
    <w:rsid w:val="00D83896"/>
    <w:rsid w:val="00E2163C"/>
    <w:rsid w:val="00E55F0A"/>
    <w:rsid w:val="00E63D30"/>
    <w:rsid w:val="00E825A6"/>
    <w:rsid w:val="00EC1F8C"/>
    <w:rsid w:val="00ED00A7"/>
    <w:rsid w:val="00EF0AEE"/>
    <w:rsid w:val="00EF5323"/>
    <w:rsid w:val="00F05163"/>
    <w:rsid w:val="00F13514"/>
    <w:rsid w:val="00F14F70"/>
    <w:rsid w:val="00F16A4A"/>
    <w:rsid w:val="00F21028"/>
    <w:rsid w:val="00F2695B"/>
    <w:rsid w:val="00F37FB6"/>
    <w:rsid w:val="00F5332E"/>
    <w:rsid w:val="00F93ACC"/>
    <w:rsid w:val="00F96887"/>
    <w:rsid w:val="00FB6CBB"/>
    <w:rsid w:val="00FE59D8"/>
    <w:rsid w:val="00FE6B3A"/>
    <w:rsid w:val="08963C0E"/>
    <w:rsid w:val="1111ABE8"/>
    <w:rsid w:val="16A55C59"/>
    <w:rsid w:val="1E771381"/>
    <w:rsid w:val="277C739A"/>
    <w:rsid w:val="2D8F6E6A"/>
    <w:rsid w:val="302364FF"/>
    <w:rsid w:val="32967962"/>
    <w:rsid w:val="35B67227"/>
    <w:rsid w:val="450FBB94"/>
    <w:rsid w:val="73FE985B"/>
    <w:rsid w:val="76C4E70D"/>
    <w:rsid w:val="79ADC10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7A00A2"/>
  <w15:docId w15:val="{2214E88E-EF95-4980-AE03-42D2ADBCE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80D5F"/>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table" w:styleId="Kontuurtabel">
    <w:name w:val="Table Grid"/>
    <w:basedOn w:val="Normaaltabe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7E1D19"/>
    <w:rPr>
      <w:rFonts w:ascii="Tahoma" w:hAnsi="Tahoma" w:cs="Tahoma"/>
      <w:sz w:val="16"/>
      <w:szCs w:val="16"/>
    </w:rPr>
  </w:style>
  <w:style w:type="character" w:customStyle="1" w:styleId="JutumullitekstMrk">
    <w:name w:val="Jutumullitekst Märk"/>
    <w:basedOn w:val="Liguvaikefont"/>
    <w:link w:val="Jutumullitekst"/>
    <w:semiHidden/>
    <w:rsid w:val="007E1D19"/>
    <w:rPr>
      <w:rFonts w:ascii="Tahoma" w:hAnsi="Tahoma" w:cs="Tahoma"/>
      <w:spacing w:val="-20"/>
      <w:sz w:val="16"/>
      <w:szCs w:val="16"/>
      <w:lang w:eastAsia="en-US"/>
    </w:rPr>
  </w:style>
  <w:style w:type="character" w:styleId="Kommentaariviide">
    <w:name w:val="annotation reference"/>
    <w:basedOn w:val="Liguvaikefont"/>
    <w:uiPriority w:val="99"/>
    <w:unhideWhenUsed/>
    <w:rsid w:val="007E1D19"/>
    <w:rPr>
      <w:sz w:val="16"/>
      <w:szCs w:val="16"/>
    </w:rPr>
  </w:style>
  <w:style w:type="paragraph" w:styleId="Kommentaaritekst">
    <w:name w:val="annotation text"/>
    <w:basedOn w:val="Normaallaad"/>
    <w:link w:val="KommentaaritekstMrk"/>
    <w:uiPriority w:val="99"/>
    <w:unhideWhenUsed/>
    <w:rsid w:val="007E1D19"/>
    <w:rPr>
      <w:sz w:val="20"/>
      <w:szCs w:val="20"/>
    </w:rPr>
  </w:style>
  <w:style w:type="character" w:customStyle="1" w:styleId="KommentaaritekstMrk">
    <w:name w:val="Kommentaari tekst Märk"/>
    <w:basedOn w:val="Liguvaikefont"/>
    <w:link w:val="Kommentaaritekst"/>
    <w:uiPriority w:val="99"/>
    <w:rsid w:val="007E1D19"/>
    <w:rPr>
      <w:spacing w:val="-20"/>
      <w:lang w:eastAsia="en-US"/>
    </w:rPr>
  </w:style>
  <w:style w:type="paragraph" w:styleId="Kommentaariteema">
    <w:name w:val="annotation subject"/>
    <w:basedOn w:val="Kommentaaritekst"/>
    <w:next w:val="Kommentaaritekst"/>
    <w:link w:val="KommentaariteemaMrk"/>
    <w:semiHidden/>
    <w:unhideWhenUsed/>
    <w:rsid w:val="007E1D19"/>
    <w:rPr>
      <w:b/>
      <w:bCs/>
    </w:rPr>
  </w:style>
  <w:style w:type="character" w:customStyle="1" w:styleId="KommentaariteemaMrk">
    <w:name w:val="Kommentaari teema Märk"/>
    <w:basedOn w:val="KommentaaritekstMrk"/>
    <w:link w:val="Kommentaariteema"/>
    <w:semiHidden/>
    <w:rsid w:val="007E1D19"/>
    <w:rPr>
      <w:b/>
      <w:bCs/>
      <w:spacing w:val="-20"/>
      <w:lang w:eastAsia="en-US"/>
    </w:rPr>
  </w:style>
  <w:style w:type="paragraph" w:styleId="Normaallaadveeb">
    <w:name w:val="Normal (Web)"/>
    <w:basedOn w:val="Normaallaad"/>
    <w:rsid w:val="007E1D19"/>
    <w:pPr>
      <w:spacing w:before="100" w:beforeAutospacing="1" w:after="100" w:afterAutospacing="1"/>
    </w:pPr>
    <w:rPr>
      <w:spacing w:val="0"/>
      <w:lang w:val="en-GB"/>
    </w:rPr>
  </w:style>
  <w:style w:type="paragraph" w:customStyle="1" w:styleId="Pealkiri11">
    <w:name w:val="Pealkiri 11"/>
    <w:basedOn w:val="Normaallaad"/>
    <w:rsid w:val="00380D5F"/>
    <w:pPr>
      <w:numPr>
        <w:numId w:val="1"/>
      </w:numPr>
    </w:pPr>
  </w:style>
  <w:style w:type="paragraph" w:customStyle="1" w:styleId="Pealkiri21">
    <w:name w:val="Pealkiri 21"/>
    <w:basedOn w:val="Normaallaad"/>
    <w:link w:val="Pealkiri2Char"/>
    <w:rsid w:val="00380D5F"/>
    <w:pPr>
      <w:numPr>
        <w:ilvl w:val="1"/>
        <w:numId w:val="1"/>
      </w:numPr>
    </w:pPr>
  </w:style>
  <w:style w:type="paragraph" w:customStyle="1" w:styleId="Pealkiri31">
    <w:name w:val="Pealkiri 31"/>
    <w:basedOn w:val="Normaallaad"/>
    <w:rsid w:val="00380D5F"/>
    <w:pPr>
      <w:numPr>
        <w:ilvl w:val="2"/>
        <w:numId w:val="1"/>
      </w:numPr>
    </w:pPr>
  </w:style>
  <w:style w:type="paragraph" w:customStyle="1" w:styleId="Pealkiri41">
    <w:name w:val="Pealkiri 41"/>
    <w:basedOn w:val="Normaallaad"/>
    <w:rsid w:val="00380D5F"/>
    <w:pPr>
      <w:numPr>
        <w:ilvl w:val="3"/>
        <w:numId w:val="1"/>
      </w:numPr>
    </w:pPr>
  </w:style>
  <w:style w:type="paragraph" w:customStyle="1" w:styleId="Pealkiri51">
    <w:name w:val="Pealkiri 51"/>
    <w:basedOn w:val="Normaallaad"/>
    <w:rsid w:val="00380D5F"/>
    <w:pPr>
      <w:numPr>
        <w:ilvl w:val="4"/>
        <w:numId w:val="1"/>
      </w:numPr>
    </w:pPr>
  </w:style>
  <w:style w:type="paragraph" w:customStyle="1" w:styleId="Pealkiri61">
    <w:name w:val="Pealkiri 61"/>
    <w:basedOn w:val="Normaallaad"/>
    <w:rsid w:val="00380D5F"/>
    <w:pPr>
      <w:numPr>
        <w:ilvl w:val="5"/>
        <w:numId w:val="1"/>
      </w:numPr>
    </w:pPr>
  </w:style>
  <w:style w:type="paragraph" w:customStyle="1" w:styleId="Pealkiri71">
    <w:name w:val="Pealkiri 71"/>
    <w:basedOn w:val="Normaallaad"/>
    <w:rsid w:val="00380D5F"/>
    <w:pPr>
      <w:numPr>
        <w:ilvl w:val="6"/>
        <w:numId w:val="1"/>
      </w:numPr>
    </w:pPr>
  </w:style>
  <w:style w:type="paragraph" w:customStyle="1" w:styleId="Pealkiri81">
    <w:name w:val="Pealkiri 81"/>
    <w:basedOn w:val="Normaallaad"/>
    <w:rsid w:val="00380D5F"/>
    <w:pPr>
      <w:numPr>
        <w:ilvl w:val="7"/>
        <w:numId w:val="1"/>
      </w:numPr>
    </w:pPr>
  </w:style>
  <w:style w:type="paragraph" w:customStyle="1" w:styleId="Pealkiri91">
    <w:name w:val="Pealkiri 91"/>
    <w:basedOn w:val="Normaallaad"/>
    <w:rsid w:val="00380D5F"/>
    <w:pPr>
      <w:numPr>
        <w:ilvl w:val="8"/>
        <w:numId w:val="1"/>
      </w:numPr>
    </w:pPr>
  </w:style>
  <w:style w:type="character" w:customStyle="1" w:styleId="Pealkiri2Char">
    <w:name w:val="Pealkiri 2 Char"/>
    <w:link w:val="Pealkiri21"/>
    <w:locked/>
    <w:rsid w:val="005411DF"/>
    <w:rPr>
      <w:spacing w:val="-20"/>
      <w:sz w:val="24"/>
      <w:szCs w:val="24"/>
      <w:lang w:eastAsia="en-US"/>
    </w:rPr>
  </w:style>
  <w:style w:type="character" w:styleId="Hperlink">
    <w:name w:val="Hyperlink"/>
    <w:basedOn w:val="Liguvaikefont"/>
    <w:unhideWhenUsed/>
    <w:rsid w:val="00F5332E"/>
    <w:rPr>
      <w:color w:val="0000FF" w:themeColor="hyperlink"/>
      <w:u w:val="single"/>
    </w:rPr>
  </w:style>
  <w:style w:type="character" w:styleId="Lahendamatamainimine">
    <w:name w:val="Unresolved Mention"/>
    <w:basedOn w:val="Liguvaikefont"/>
    <w:uiPriority w:val="99"/>
    <w:semiHidden/>
    <w:unhideWhenUsed/>
    <w:rsid w:val="00713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6431083">
      <w:bodyDiv w:val="1"/>
      <w:marLeft w:val="0"/>
      <w:marRight w:val="0"/>
      <w:marTop w:val="0"/>
      <w:marBottom w:val="0"/>
      <w:divBdr>
        <w:top w:val="none" w:sz="0" w:space="0" w:color="auto"/>
        <w:left w:val="none" w:sz="0" w:space="0" w:color="auto"/>
        <w:bottom w:val="none" w:sz="0" w:space="0" w:color="auto"/>
        <w:right w:val="none" w:sz="0" w:space="0" w:color="auto"/>
      </w:divBdr>
    </w:div>
    <w:div w:id="122016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Yllar.Soonik@rmk.ee"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mk@rmk.ee"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mailto:info@level.ee" TargetMode="External"/><Relationship Id="rId4" Type="http://schemas.openxmlformats.org/officeDocument/2006/relationships/webSettings" Target="webSettings.xml"/><Relationship Id="rId9" Type="http://schemas.openxmlformats.org/officeDocument/2006/relationships/hyperlink" Target="mailto:kaupo@level.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llar.soonik\Downloads\t&#246;&#246;v&#245;tuleping%20(jur%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061951334A2420692ADB786E7A68A50"/>
        <w:category>
          <w:name w:val="Üldine"/>
          <w:gallery w:val="placeholder"/>
        </w:category>
        <w:types>
          <w:type w:val="bbPlcHdr"/>
        </w:types>
        <w:behaviors>
          <w:behavior w:val="content"/>
        </w:behaviors>
        <w:guid w:val="{7549254E-EBDE-4F34-901D-738FABD779EA}"/>
      </w:docPartPr>
      <w:docPartBody>
        <w:p w:rsidR="00B61E9F" w:rsidRDefault="00B61E9F">
          <w:pPr>
            <w:pStyle w:val="4061951334A2420692ADB786E7A68A50"/>
          </w:pPr>
          <w:r w:rsidRPr="00BE118B">
            <w:rPr>
              <w:rStyle w:val="Kohatitetekst"/>
            </w:rPr>
            <w:t>Choose an item.</w:t>
          </w:r>
        </w:p>
      </w:docPartBody>
    </w:docPart>
    <w:docPart>
      <w:docPartPr>
        <w:name w:val="365716ABF487468B9386DBB9AD601BDF"/>
        <w:category>
          <w:name w:val="Üldine"/>
          <w:gallery w:val="placeholder"/>
        </w:category>
        <w:types>
          <w:type w:val="bbPlcHdr"/>
        </w:types>
        <w:behaviors>
          <w:behavior w:val="content"/>
        </w:behaviors>
        <w:guid w:val="{09F3A188-94C4-4C52-809F-F3EA7EF2F51C}"/>
      </w:docPartPr>
      <w:docPartBody>
        <w:p w:rsidR="00B61E9F" w:rsidRDefault="00B61E9F">
          <w:pPr>
            <w:pStyle w:val="365716ABF487468B9386DBB9AD601BDF"/>
          </w:pPr>
          <w:r w:rsidRPr="00BE118B">
            <w:rPr>
              <w:rStyle w:val="Kohatitetekst"/>
            </w:rPr>
            <w:t>Click here to enter a date.</w:t>
          </w:r>
        </w:p>
      </w:docPartBody>
    </w:docPart>
    <w:docPart>
      <w:docPartPr>
        <w:name w:val="9D4F1DEBE59A4698BE831BC027DD1100"/>
        <w:category>
          <w:name w:val="Üldine"/>
          <w:gallery w:val="placeholder"/>
        </w:category>
        <w:types>
          <w:type w:val="bbPlcHdr"/>
        </w:types>
        <w:behaviors>
          <w:behavior w:val="content"/>
        </w:behaviors>
        <w:guid w:val="{3B6142F4-94D2-40C5-A34F-734042B49425}"/>
      </w:docPartPr>
      <w:docPartBody>
        <w:p w:rsidR="00B61E9F" w:rsidRDefault="00B61E9F">
          <w:pPr>
            <w:pStyle w:val="9D4F1DEBE59A4698BE831BC027DD1100"/>
          </w:pPr>
          <w:r w:rsidRPr="00BE118B">
            <w:rPr>
              <w:rStyle w:val="Kohatitetekst"/>
            </w:rPr>
            <w:t>Choose an item.</w:t>
          </w:r>
        </w:p>
      </w:docPartBody>
    </w:docPart>
    <w:docPart>
      <w:docPartPr>
        <w:name w:val="831E9074EEC045738456864017BA8A42"/>
        <w:category>
          <w:name w:val="Üldine"/>
          <w:gallery w:val="placeholder"/>
        </w:category>
        <w:types>
          <w:type w:val="bbPlcHdr"/>
        </w:types>
        <w:behaviors>
          <w:behavior w:val="content"/>
        </w:behaviors>
        <w:guid w:val="{95633709-B5A6-4731-8525-F98EE1B21885}"/>
      </w:docPartPr>
      <w:docPartBody>
        <w:p w:rsidR="00B61E9F" w:rsidRDefault="00B61E9F">
          <w:pPr>
            <w:pStyle w:val="831E9074EEC045738456864017BA8A42"/>
          </w:pPr>
          <w:r w:rsidRPr="00BE118B">
            <w:rPr>
              <w:rStyle w:val="Kohatitetekst"/>
            </w:rPr>
            <w:t>Choose an item.</w:t>
          </w:r>
        </w:p>
      </w:docPartBody>
    </w:docPart>
    <w:docPart>
      <w:docPartPr>
        <w:name w:val="E880663FFBEF4B0D9BE6738FB207450E"/>
        <w:category>
          <w:name w:val="Üldine"/>
          <w:gallery w:val="placeholder"/>
        </w:category>
        <w:types>
          <w:type w:val="bbPlcHdr"/>
        </w:types>
        <w:behaviors>
          <w:behavior w:val="content"/>
        </w:behaviors>
        <w:guid w:val="{11964585-7C21-4E46-856E-E876336187D7}"/>
      </w:docPartPr>
      <w:docPartBody>
        <w:p w:rsidR="00B61E9F" w:rsidRDefault="00B61E9F">
          <w:pPr>
            <w:pStyle w:val="E880663FFBEF4B0D9BE6738FB207450E"/>
          </w:pPr>
          <w:r w:rsidRPr="00BE118B">
            <w:rPr>
              <w:rStyle w:val="Kohatitetekst"/>
            </w:rPr>
            <w:t>Click here to enter a date.</w:t>
          </w:r>
        </w:p>
      </w:docPartBody>
    </w:docPart>
    <w:docPart>
      <w:docPartPr>
        <w:name w:val="86F1DBA411724D84BD5AEB8357F12EF7"/>
        <w:category>
          <w:name w:val="Üldine"/>
          <w:gallery w:val="placeholder"/>
        </w:category>
        <w:types>
          <w:type w:val="bbPlcHdr"/>
        </w:types>
        <w:behaviors>
          <w:behavior w:val="content"/>
        </w:behaviors>
        <w:guid w:val="{60ABF274-DE9B-4742-9CDC-10CEACF9B3B1}"/>
      </w:docPartPr>
      <w:docPartBody>
        <w:p w:rsidR="00B61E9F" w:rsidRDefault="00B61E9F">
          <w:pPr>
            <w:pStyle w:val="86F1DBA411724D84BD5AEB8357F12EF7"/>
          </w:pPr>
          <w:r>
            <w:rPr>
              <w:rStyle w:val="Kohatitetekst"/>
            </w:rPr>
            <w:t>Click here to enter a date.</w:t>
          </w:r>
        </w:p>
      </w:docPartBody>
    </w:docPart>
    <w:docPart>
      <w:docPartPr>
        <w:name w:val="CFF060C660CA465292845556B1707F0C"/>
        <w:category>
          <w:name w:val="Üldine"/>
          <w:gallery w:val="placeholder"/>
        </w:category>
        <w:types>
          <w:type w:val="bbPlcHdr"/>
        </w:types>
        <w:behaviors>
          <w:behavior w:val="content"/>
        </w:behaviors>
        <w:guid w:val="{1AC39E56-9255-4961-A68F-5EE90BBEEEEA}"/>
      </w:docPartPr>
      <w:docPartBody>
        <w:p w:rsidR="00B61E9F" w:rsidRDefault="00B61E9F">
          <w:pPr>
            <w:pStyle w:val="CFF060C660CA465292845556B1707F0C"/>
          </w:pPr>
          <w:r>
            <w:rPr>
              <w:rStyle w:val="Kohatitetekst"/>
            </w:rPr>
            <w:t>Click here to enter a date.</w:t>
          </w:r>
        </w:p>
      </w:docPartBody>
    </w:docPart>
    <w:docPart>
      <w:docPartPr>
        <w:name w:val="FBB3836319004F8D9337C472FEB96042"/>
        <w:category>
          <w:name w:val="Üldine"/>
          <w:gallery w:val="placeholder"/>
        </w:category>
        <w:types>
          <w:type w:val="bbPlcHdr"/>
        </w:types>
        <w:behaviors>
          <w:behavior w:val="content"/>
        </w:behaviors>
        <w:guid w:val="{3AED6A8C-10E9-429F-9E89-F585A65BBEDE}"/>
      </w:docPartPr>
      <w:docPartBody>
        <w:p w:rsidR="00B61E9F" w:rsidRDefault="00B61E9F">
          <w:pPr>
            <w:pStyle w:val="FBB3836319004F8D9337C472FEB96042"/>
          </w:pPr>
          <w:r>
            <w:rPr>
              <w:rStyle w:val="Kohatitetekst"/>
            </w:rPr>
            <w:t>Choose an item.</w:t>
          </w:r>
        </w:p>
      </w:docPartBody>
    </w:docPart>
    <w:docPart>
      <w:docPartPr>
        <w:name w:val="9E59DA8D816D4B3E9EE877CEE0DEB019"/>
        <w:category>
          <w:name w:val="Üldine"/>
          <w:gallery w:val="placeholder"/>
        </w:category>
        <w:types>
          <w:type w:val="bbPlcHdr"/>
        </w:types>
        <w:behaviors>
          <w:behavior w:val="content"/>
        </w:behaviors>
        <w:guid w:val="{DAC506C6-6DC2-4B49-BF1B-8195CC8E8268}"/>
      </w:docPartPr>
      <w:docPartBody>
        <w:p w:rsidR="00B61E9F" w:rsidRDefault="00B61E9F">
          <w:pPr>
            <w:pStyle w:val="9E59DA8D816D4B3E9EE877CEE0DEB019"/>
          </w:pPr>
          <w:r w:rsidRPr="00BE118B">
            <w:rPr>
              <w:rStyle w:val="Kohatitetekst"/>
            </w:rPr>
            <w:t>Choose an item.</w:t>
          </w:r>
        </w:p>
      </w:docPartBody>
    </w:docPart>
    <w:docPart>
      <w:docPartPr>
        <w:name w:val="316B1FBAC2D64E2E8470FBD40E3D9EC9"/>
        <w:category>
          <w:name w:val="Üldine"/>
          <w:gallery w:val="placeholder"/>
        </w:category>
        <w:types>
          <w:type w:val="bbPlcHdr"/>
        </w:types>
        <w:behaviors>
          <w:behavior w:val="content"/>
        </w:behaviors>
        <w:guid w:val="{07EAA113-D255-48B4-A83A-130BB01131A0}"/>
      </w:docPartPr>
      <w:docPartBody>
        <w:p w:rsidR="00B61E9F" w:rsidRDefault="00B61E9F">
          <w:pPr>
            <w:pStyle w:val="316B1FBAC2D64E2E8470FBD40E3D9EC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boto-Regular">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altName w:val="Calibri"/>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E9F"/>
    <w:rsid w:val="00011DF7"/>
    <w:rsid w:val="001F7732"/>
    <w:rsid w:val="00221EF8"/>
    <w:rsid w:val="004C2423"/>
    <w:rsid w:val="00591AA8"/>
    <w:rsid w:val="00635DA4"/>
    <w:rsid w:val="006E1D25"/>
    <w:rsid w:val="00947969"/>
    <w:rsid w:val="009B0CC4"/>
    <w:rsid w:val="00B243E1"/>
    <w:rsid w:val="00B61E9F"/>
    <w:rsid w:val="00C6169A"/>
    <w:rsid w:val="00C80A7D"/>
    <w:rsid w:val="00E2163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style>
  <w:style w:type="paragraph" w:customStyle="1" w:styleId="4061951334A2420692ADB786E7A68A50">
    <w:name w:val="4061951334A2420692ADB786E7A68A50"/>
  </w:style>
  <w:style w:type="paragraph" w:customStyle="1" w:styleId="365716ABF487468B9386DBB9AD601BDF">
    <w:name w:val="365716ABF487468B9386DBB9AD601BDF"/>
  </w:style>
  <w:style w:type="paragraph" w:customStyle="1" w:styleId="9D4F1DEBE59A4698BE831BC027DD1100">
    <w:name w:val="9D4F1DEBE59A4698BE831BC027DD1100"/>
  </w:style>
  <w:style w:type="paragraph" w:customStyle="1" w:styleId="831E9074EEC045738456864017BA8A42">
    <w:name w:val="831E9074EEC045738456864017BA8A42"/>
  </w:style>
  <w:style w:type="paragraph" w:customStyle="1" w:styleId="E880663FFBEF4B0D9BE6738FB207450E">
    <w:name w:val="E880663FFBEF4B0D9BE6738FB207450E"/>
  </w:style>
  <w:style w:type="paragraph" w:customStyle="1" w:styleId="86F1DBA411724D84BD5AEB8357F12EF7">
    <w:name w:val="86F1DBA411724D84BD5AEB8357F12EF7"/>
  </w:style>
  <w:style w:type="paragraph" w:customStyle="1" w:styleId="CFF060C660CA465292845556B1707F0C">
    <w:name w:val="CFF060C660CA465292845556B1707F0C"/>
  </w:style>
  <w:style w:type="paragraph" w:customStyle="1" w:styleId="FBB3836319004F8D9337C472FEB96042">
    <w:name w:val="FBB3836319004F8D9337C472FEB96042"/>
  </w:style>
  <w:style w:type="paragraph" w:customStyle="1" w:styleId="9E59DA8D816D4B3E9EE877CEE0DEB019">
    <w:name w:val="9E59DA8D816D4B3E9EE877CEE0DEB019"/>
  </w:style>
  <w:style w:type="paragraph" w:customStyle="1" w:styleId="316B1FBAC2D64E2E8470FBD40E3D9EC9">
    <w:name w:val="316B1FBAC2D64E2E8470FBD40E3D9E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 (jur isiku või fiega) (v.a metsamajanduslike tööde tegemiseks)</Template>
  <TotalTime>1</TotalTime>
  <Pages>3</Pages>
  <Words>1185</Words>
  <Characters>6879</Characters>
  <Application>Microsoft Office Word</Application>
  <DocSecurity>0</DocSecurity>
  <Lines>57</Lines>
  <Paragraphs>16</Paragraphs>
  <ScaleCrop>false</ScaleCrop>
  <Company>RMK</Company>
  <LinksUpToDate>false</LinksUpToDate>
  <CharactersWithSpaces>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Üllar Soonik</dc:creator>
  <cp:keywords/>
  <cp:lastModifiedBy>Üllar Soonik</cp:lastModifiedBy>
  <cp:revision>2</cp:revision>
  <cp:lastPrinted>2010-12-13T09:14:00Z</cp:lastPrinted>
  <dcterms:created xsi:type="dcterms:W3CDTF">2025-07-22T13:43:00Z</dcterms:created>
  <dcterms:modified xsi:type="dcterms:W3CDTF">2025-07-22T13:43:00Z</dcterms:modified>
</cp:coreProperties>
</file>